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5317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317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5317C">
        <w:rPr>
          <w:rFonts w:ascii="Corbel" w:hAnsi="Corbel"/>
          <w:b/>
          <w:bCs/>
          <w:sz w:val="24"/>
          <w:szCs w:val="24"/>
        </w:rPr>
        <w:tab/>
      </w:r>
      <w:r w:rsidR="00CD6897" w:rsidRPr="0045317C">
        <w:rPr>
          <w:rFonts w:ascii="Corbel" w:hAnsi="Corbel"/>
          <w:b/>
          <w:bCs/>
          <w:sz w:val="24"/>
          <w:szCs w:val="24"/>
        </w:rPr>
        <w:tab/>
      </w:r>
      <w:r w:rsidR="00CD6897" w:rsidRPr="0045317C">
        <w:rPr>
          <w:rFonts w:ascii="Corbel" w:hAnsi="Corbel"/>
          <w:b/>
          <w:bCs/>
          <w:sz w:val="24"/>
          <w:szCs w:val="24"/>
        </w:rPr>
        <w:tab/>
      </w:r>
      <w:r w:rsidR="00CD6897" w:rsidRPr="0045317C">
        <w:rPr>
          <w:rFonts w:ascii="Corbel" w:hAnsi="Corbel"/>
          <w:b/>
          <w:bCs/>
          <w:sz w:val="24"/>
          <w:szCs w:val="24"/>
        </w:rPr>
        <w:tab/>
      </w:r>
      <w:r w:rsidR="00CD6897" w:rsidRPr="0045317C">
        <w:rPr>
          <w:rFonts w:ascii="Corbel" w:hAnsi="Corbel"/>
          <w:b/>
          <w:bCs/>
          <w:sz w:val="24"/>
          <w:szCs w:val="24"/>
        </w:rPr>
        <w:tab/>
      </w:r>
      <w:r w:rsidR="00CD6897" w:rsidRPr="0045317C">
        <w:rPr>
          <w:rFonts w:ascii="Corbel" w:hAnsi="Corbel"/>
          <w:b/>
          <w:bCs/>
          <w:sz w:val="24"/>
          <w:szCs w:val="24"/>
        </w:rPr>
        <w:tab/>
      </w:r>
      <w:r w:rsidR="00D8678B" w:rsidRPr="0045317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5317C">
        <w:rPr>
          <w:rFonts w:ascii="Corbel" w:hAnsi="Corbel"/>
          <w:bCs/>
          <w:i/>
          <w:sz w:val="24"/>
          <w:szCs w:val="24"/>
        </w:rPr>
        <w:t>1.5</w:t>
      </w:r>
      <w:r w:rsidR="00D8678B" w:rsidRPr="0045317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5317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5317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5317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5317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5317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317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5317C">
        <w:rPr>
          <w:rFonts w:ascii="Corbel" w:hAnsi="Corbel"/>
          <w:b/>
          <w:smallCaps/>
          <w:sz w:val="24"/>
          <w:szCs w:val="24"/>
        </w:rPr>
        <w:t xml:space="preserve"> </w:t>
      </w:r>
      <w:r w:rsidR="00831FD7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45317C" w:rsidRDefault="00EA4832" w:rsidP="0005319B">
      <w:pPr>
        <w:spacing w:after="0" w:line="240" w:lineRule="exact"/>
        <w:ind w:left="708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</w:t>
      </w:r>
      <w:r w:rsidR="0085747A" w:rsidRPr="0045317C">
        <w:rPr>
          <w:rFonts w:ascii="Corbel" w:hAnsi="Corbel"/>
          <w:i/>
          <w:sz w:val="24"/>
          <w:szCs w:val="24"/>
        </w:rPr>
        <w:t>(skrajne daty</w:t>
      </w:r>
      <w:r w:rsidR="0085747A" w:rsidRPr="0045317C">
        <w:rPr>
          <w:rFonts w:ascii="Corbel" w:hAnsi="Corbel"/>
          <w:sz w:val="24"/>
          <w:szCs w:val="24"/>
        </w:rPr>
        <w:t>)</w:t>
      </w:r>
    </w:p>
    <w:p w:rsidR="00445970" w:rsidRPr="0045317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</w:r>
      <w:r w:rsidRPr="0045317C">
        <w:rPr>
          <w:rFonts w:ascii="Corbel" w:hAnsi="Corbel"/>
          <w:sz w:val="24"/>
          <w:szCs w:val="24"/>
        </w:rPr>
        <w:tab/>
        <w:t xml:space="preserve">Rok akademicki </w:t>
      </w:r>
      <w:r w:rsidR="00831FD7">
        <w:rPr>
          <w:rFonts w:ascii="Corbel" w:hAnsi="Corbel"/>
          <w:sz w:val="20"/>
          <w:szCs w:val="20"/>
        </w:rPr>
        <w:t>2021/2022</w:t>
      </w:r>
    </w:p>
    <w:p w:rsidR="0085747A" w:rsidRPr="004531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5317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317C">
        <w:rPr>
          <w:rFonts w:ascii="Corbel" w:hAnsi="Corbel"/>
          <w:szCs w:val="24"/>
        </w:rPr>
        <w:t xml:space="preserve">1. </w:t>
      </w:r>
      <w:r w:rsidR="0085747A" w:rsidRPr="0045317C">
        <w:rPr>
          <w:rFonts w:ascii="Corbel" w:hAnsi="Corbel"/>
          <w:szCs w:val="24"/>
        </w:rPr>
        <w:t xml:space="preserve">Podstawowe </w:t>
      </w:r>
      <w:r w:rsidR="00445970" w:rsidRPr="0045317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5317C" w:rsidTr="00B819C8">
        <w:tc>
          <w:tcPr>
            <w:tcW w:w="2694" w:type="dxa"/>
            <w:vAlign w:val="center"/>
          </w:tcPr>
          <w:p w:rsidR="0085747A" w:rsidRPr="004531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469EE" w:rsidRDefault="00C462E7" w:rsidP="00C462E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69EE">
              <w:rPr>
                <w:rFonts w:ascii="Corbel" w:hAnsi="Corbel"/>
                <w:sz w:val="24"/>
                <w:szCs w:val="24"/>
              </w:rPr>
              <w:t>Techniki organizatorskie i decyzyjne</w:t>
            </w:r>
          </w:p>
        </w:tc>
      </w:tr>
      <w:tr w:rsidR="0085747A" w:rsidRPr="0045317C" w:rsidTr="00B819C8">
        <w:tc>
          <w:tcPr>
            <w:tcW w:w="2694" w:type="dxa"/>
            <w:vAlign w:val="center"/>
          </w:tcPr>
          <w:p w:rsidR="0085747A" w:rsidRPr="004531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5317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5317C" w:rsidRDefault="0013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PRA27</w:t>
            </w:r>
          </w:p>
        </w:tc>
      </w:tr>
      <w:tr w:rsidR="0085747A" w:rsidRPr="0045317C" w:rsidTr="00B819C8">
        <w:tc>
          <w:tcPr>
            <w:tcW w:w="2694" w:type="dxa"/>
            <w:vAlign w:val="center"/>
          </w:tcPr>
          <w:p w:rsidR="0085747A" w:rsidRPr="0045317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5317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5317C" w:rsidRDefault="008A09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69EE" w:rsidRPr="0045317C" w:rsidTr="00F67E17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469EE" w:rsidRPr="0045317C" w:rsidRDefault="001469EE" w:rsidP="001469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69EE" w:rsidRPr="0045317C" w:rsidTr="00603B6B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1469EE" w:rsidRPr="0045317C" w:rsidRDefault="001469EE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="001469EE" w:rsidRPr="0045317C" w:rsidTr="00603B6B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1469EE" w:rsidRPr="0045317C" w:rsidRDefault="001469EE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1469EE" w:rsidRPr="0045317C" w:rsidTr="00603B6B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1469EE" w:rsidRPr="0045317C" w:rsidRDefault="001469EE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1469EE" w:rsidRPr="0045317C" w:rsidTr="00603B6B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1469EE" w:rsidRPr="0045317C" w:rsidRDefault="001469EE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Pr="0045317C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1469EE" w:rsidRPr="0045317C" w:rsidTr="00603B6B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1469EE" w:rsidRPr="0045317C" w:rsidRDefault="001469EE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Rok III, semestr VI</w:t>
            </w:r>
          </w:p>
        </w:tc>
      </w:tr>
      <w:tr w:rsidR="001469EE" w:rsidRPr="0045317C" w:rsidTr="00603B6B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1469EE" w:rsidRPr="0045317C" w:rsidRDefault="001469EE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="001469EE" w:rsidRPr="0045317C" w:rsidTr="00B819C8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69EE" w:rsidRPr="0045317C" w:rsidRDefault="001469EE" w:rsidP="001469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469EE" w:rsidRPr="0045317C" w:rsidTr="00B819C8">
        <w:tc>
          <w:tcPr>
            <w:tcW w:w="2694" w:type="dxa"/>
            <w:vAlign w:val="center"/>
          </w:tcPr>
          <w:p w:rsidR="001469EE" w:rsidRPr="009D1BDB" w:rsidRDefault="001469EE" w:rsidP="001469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69EE" w:rsidRPr="0045317C" w:rsidRDefault="001469EE" w:rsidP="001469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1469EE" w:rsidRPr="0045317C" w:rsidTr="00B819C8">
        <w:tc>
          <w:tcPr>
            <w:tcW w:w="2694" w:type="dxa"/>
            <w:vAlign w:val="center"/>
          </w:tcPr>
          <w:p w:rsidR="001469EE" w:rsidRPr="0045317C" w:rsidRDefault="001469EE" w:rsidP="001469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469EE" w:rsidRPr="0045317C" w:rsidRDefault="001469EE" w:rsidP="001469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Anna Łukaszuk </w:t>
            </w:r>
          </w:p>
        </w:tc>
      </w:tr>
    </w:tbl>
    <w:p w:rsidR="0085747A" w:rsidRPr="0045317C" w:rsidRDefault="0085747A" w:rsidP="001469E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* </w:t>
      </w:r>
      <w:r w:rsidRPr="0045317C">
        <w:rPr>
          <w:rFonts w:ascii="Corbel" w:hAnsi="Corbel"/>
          <w:i/>
          <w:sz w:val="24"/>
          <w:szCs w:val="24"/>
        </w:rPr>
        <w:t>-</w:t>
      </w:r>
      <w:r w:rsidR="00B90885" w:rsidRPr="0045317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5317C">
        <w:rPr>
          <w:rFonts w:ascii="Corbel" w:hAnsi="Corbel"/>
          <w:b w:val="0"/>
          <w:sz w:val="24"/>
          <w:szCs w:val="24"/>
        </w:rPr>
        <w:t>e,</w:t>
      </w:r>
      <w:r w:rsidRPr="0045317C">
        <w:rPr>
          <w:rFonts w:ascii="Corbel" w:hAnsi="Corbel"/>
          <w:i/>
          <w:sz w:val="24"/>
          <w:szCs w:val="24"/>
        </w:rPr>
        <w:t xml:space="preserve"> </w:t>
      </w:r>
      <w:r w:rsidRPr="004531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5317C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45317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>1.</w:t>
      </w:r>
      <w:r w:rsidR="00E22FBC" w:rsidRPr="0045317C">
        <w:rPr>
          <w:rFonts w:ascii="Corbel" w:hAnsi="Corbel"/>
          <w:sz w:val="24"/>
          <w:szCs w:val="24"/>
        </w:rPr>
        <w:t>1</w:t>
      </w:r>
      <w:r w:rsidRPr="0045317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531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5317C" w:rsidTr="001469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Semestr</w:t>
            </w:r>
          </w:p>
          <w:p w:rsidR="00015B8F" w:rsidRPr="0045317C" w:rsidRDefault="002B5EA0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(</w:t>
            </w:r>
            <w:r w:rsidR="00363F78" w:rsidRPr="0045317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Wykł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Konw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Sem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317C">
              <w:rPr>
                <w:rFonts w:ascii="Corbel" w:hAnsi="Corbel"/>
                <w:szCs w:val="24"/>
              </w:rPr>
              <w:t>Prakt</w:t>
            </w:r>
            <w:proofErr w:type="spellEnd"/>
            <w:r w:rsidRPr="004531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5317C" w:rsidRDefault="00015B8F" w:rsidP="001469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317C">
              <w:rPr>
                <w:rFonts w:ascii="Corbel" w:hAnsi="Corbel"/>
                <w:b/>
                <w:szCs w:val="24"/>
              </w:rPr>
              <w:t>Liczba pkt</w:t>
            </w:r>
            <w:r w:rsidR="00B90885" w:rsidRPr="0045317C">
              <w:rPr>
                <w:rFonts w:ascii="Corbel" w:hAnsi="Corbel"/>
                <w:b/>
                <w:szCs w:val="24"/>
              </w:rPr>
              <w:t>.</w:t>
            </w:r>
            <w:r w:rsidRPr="0045317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5317C" w:rsidTr="001469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4B1203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8C610E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8C610E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015B8F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5317C" w:rsidRDefault="00AE3EB4" w:rsidP="00146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45317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53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1.</w:t>
      </w:r>
      <w:r w:rsidR="00E22FBC" w:rsidRPr="0045317C">
        <w:rPr>
          <w:rFonts w:ascii="Corbel" w:hAnsi="Corbel"/>
          <w:smallCaps w:val="0"/>
          <w:szCs w:val="24"/>
        </w:rPr>
        <w:t>2</w:t>
      </w:r>
      <w:r w:rsidR="00F83B28" w:rsidRPr="0045317C">
        <w:rPr>
          <w:rFonts w:ascii="Corbel" w:hAnsi="Corbel"/>
          <w:smallCaps w:val="0"/>
          <w:szCs w:val="24"/>
        </w:rPr>
        <w:t>.</w:t>
      </w:r>
      <w:r w:rsidR="00F83B28" w:rsidRPr="0045317C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17C" w:rsidRDefault="000D1E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45317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5317C" w:rsidRDefault="000D1E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453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5317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1.3 </w:t>
      </w:r>
      <w:r w:rsidR="00F83B28" w:rsidRPr="0045317C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>For</w:t>
      </w:r>
      <w:r w:rsidR="00445970" w:rsidRPr="0045317C">
        <w:rPr>
          <w:rFonts w:ascii="Corbel" w:hAnsi="Corbel"/>
          <w:smallCaps w:val="0"/>
          <w:szCs w:val="24"/>
        </w:rPr>
        <w:t xml:space="preserve">ma zaliczenia przedmiotu </w:t>
      </w:r>
      <w:r w:rsidRPr="0045317C">
        <w:rPr>
          <w:rFonts w:ascii="Corbel" w:hAnsi="Corbel"/>
          <w:smallCaps w:val="0"/>
          <w:szCs w:val="24"/>
        </w:rPr>
        <w:t xml:space="preserve"> (z toku) </w:t>
      </w:r>
      <w:r w:rsidRPr="00453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5317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23842" w:rsidRPr="0045317C" w:rsidRDefault="00023842" w:rsidP="00023842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45317C">
        <w:rPr>
          <w:rFonts w:ascii="Corbel" w:eastAsia="Cambria" w:hAnsi="Corbel"/>
          <w:sz w:val="24"/>
          <w:szCs w:val="24"/>
        </w:rPr>
        <w:t>Wykład: egzamin</w:t>
      </w:r>
    </w:p>
    <w:p w:rsidR="00023842" w:rsidRPr="0045317C" w:rsidRDefault="00023842" w:rsidP="0002384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eastAsia="Cambria" w:hAnsi="Corbel"/>
          <w:sz w:val="24"/>
          <w:szCs w:val="24"/>
        </w:rPr>
        <w:t>ćwiczenia: zaliczenie z oceną</w:t>
      </w:r>
    </w:p>
    <w:p w:rsidR="00E960BB" w:rsidRPr="0045317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317C">
        <w:rPr>
          <w:rFonts w:ascii="Corbel" w:hAnsi="Corbel"/>
          <w:szCs w:val="24"/>
        </w:rPr>
        <w:t xml:space="preserve">2.Wymagania wstępne </w:t>
      </w:r>
    </w:p>
    <w:p w:rsidR="001469EE" w:rsidRPr="0045317C" w:rsidRDefault="001469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317C" w:rsidTr="00745302">
        <w:tc>
          <w:tcPr>
            <w:tcW w:w="9670" w:type="dxa"/>
          </w:tcPr>
          <w:p w:rsidR="000410E5" w:rsidRPr="0045317C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:rsidR="009D1BDB" w:rsidRDefault="000410E5" w:rsidP="009D1B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wiedzę dotycząca</w:t>
            </w:r>
            <w:r w:rsidR="00115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mechanizmów 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</w:t>
            </w:r>
            <w:r w:rsidR="009D1B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owania administracji publicznej</w:t>
            </w:r>
          </w:p>
          <w:p w:rsidR="0085747A" w:rsidRPr="0045317C" w:rsidRDefault="000410E5" w:rsidP="009D1B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zdolność log</w:t>
            </w:r>
            <w:r w:rsidR="004B1203"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icznego myślenia i wnioskowania</w:t>
            </w:r>
          </w:p>
        </w:tc>
      </w:tr>
    </w:tbl>
    <w:p w:rsidR="00153C41" w:rsidRPr="0045317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5317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5317C">
        <w:rPr>
          <w:rFonts w:ascii="Corbel" w:hAnsi="Corbel"/>
          <w:szCs w:val="24"/>
        </w:rPr>
        <w:lastRenderedPageBreak/>
        <w:t>3.</w:t>
      </w:r>
      <w:r w:rsidR="0085747A" w:rsidRPr="0045317C">
        <w:rPr>
          <w:rFonts w:ascii="Corbel" w:hAnsi="Corbel"/>
          <w:szCs w:val="24"/>
        </w:rPr>
        <w:t xml:space="preserve"> </w:t>
      </w:r>
      <w:r w:rsidR="00A84C85" w:rsidRPr="0045317C">
        <w:rPr>
          <w:rFonts w:ascii="Corbel" w:hAnsi="Corbel"/>
          <w:szCs w:val="24"/>
        </w:rPr>
        <w:t>cele, efekty uczenia się</w:t>
      </w:r>
      <w:r w:rsidR="0085747A" w:rsidRPr="0045317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5317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3.1 </w:t>
      </w:r>
      <w:r w:rsidR="00C05F44" w:rsidRPr="0045317C">
        <w:rPr>
          <w:rFonts w:ascii="Corbel" w:hAnsi="Corbel"/>
          <w:sz w:val="24"/>
          <w:szCs w:val="24"/>
        </w:rPr>
        <w:t>Cele przedmiotu</w:t>
      </w:r>
    </w:p>
    <w:p w:rsidR="00F83B28" w:rsidRPr="0045317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10E5" w:rsidRPr="0045317C" w:rsidTr="00AE36A0">
        <w:tc>
          <w:tcPr>
            <w:tcW w:w="851" w:type="dxa"/>
            <w:vAlign w:val="center"/>
          </w:tcPr>
          <w:p w:rsidR="000410E5" w:rsidRPr="0045317C" w:rsidRDefault="000410E5" w:rsidP="000410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0410E5" w:rsidRPr="0045317C" w:rsidRDefault="00211474" w:rsidP="0021147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11474">
              <w:rPr>
                <w:rFonts w:ascii="Corbel" w:hAnsi="Corbel"/>
                <w:sz w:val="24"/>
                <w:szCs w:val="24"/>
              </w:rPr>
              <w:t xml:space="preserve">rzekazanie </w:t>
            </w:r>
            <w:r>
              <w:rPr>
                <w:rFonts w:ascii="Corbel" w:hAnsi="Corbel"/>
                <w:sz w:val="24"/>
                <w:szCs w:val="24"/>
              </w:rPr>
              <w:t>studentowi  wiedzy</w:t>
            </w:r>
            <w:r w:rsidRPr="00211474">
              <w:rPr>
                <w:rFonts w:ascii="Corbel" w:hAnsi="Corbel"/>
                <w:sz w:val="24"/>
                <w:szCs w:val="24"/>
              </w:rPr>
              <w:t xml:space="preserve">  z zakresu </w:t>
            </w:r>
            <w:r w:rsidR="000410E5" w:rsidRPr="0045317C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="00AE3EB4" w:rsidRPr="0045317C">
              <w:rPr>
                <w:rFonts w:ascii="Corbel" w:hAnsi="Corbel"/>
                <w:sz w:val="24"/>
                <w:szCs w:val="24"/>
              </w:rPr>
              <w:t xml:space="preserve"> technik decyzyjnych i organizatorskich w administracji publicznej.</w:t>
            </w:r>
          </w:p>
        </w:tc>
      </w:tr>
      <w:tr w:rsidR="000410E5" w:rsidRPr="0045317C" w:rsidTr="00AE36A0">
        <w:tc>
          <w:tcPr>
            <w:tcW w:w="851" w:type="dxa"/>
            <w:vAlign w:val="center"/>
          </w:tcPr>
          <w:p w:rsidR="000410E5" w:rsidRPr="0045317C" w:rsidRDefault="000410E5" w:rsidP="000410E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10E5" w:rsidRPr="0045317C" w:rsidRDefault="000410E5" w:rsidP="00043173">
            <w:pPr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Student powinien nabyć umiejętności identyfikacji</w:t>
            </w:r>
            <w:r w:rsidR="005E6443" w:rsidRPr="00453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043173">
              <w:rPr>
                <w:rFonts w:ascii="Corbel" w:hAnsi="Corbel"/>
                <w:sz w:val="24"/>
                <w:szCs w:val="24"/>
              </w:rPr>
              <w:t>problemów związanych z procesem podejmowania decyzji.</w:t>
            </w:r>
          </w:p>
        </w:tc>
      </w:tr>
    </w:tbl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5317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3.2 </w:t>
      </w:r>
      <w:r w:rsidR="001D7B54" w:rsidRPr="0045317C">
        <w:rPr>
          <w:rFonts w:ascii="Corbel" w:hAnsi="Corbel"/>
          <w:b/>
          <w:sz w:val="24"/>
          <w:szCs w:val="24"/>
        </w:rPr>
        <w:t xml:space="preserve">Efekty </w:t>
      </w:r>
      <w:r w:rsidR="00C05F44" w:rsidRPr="0045317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5317C">
        <w:rPr>
          <w:rFonts w:ascii="Corbel" w:hAnsi="Corbel"/>
          <w:b/>
          <w:sz w:val="24"/>
          <w:szCs w:val="24"/>
        </w:rPr>
        <w:t>dla przedmiotu</w:t>
      </w:r>
      <w:r w:rsidR="00445970" w:rsidRPr="0045317C">
        <w:rPr>
          <w:rFonts w:ascii="Corbel" w:hAnsi="Corbel"/>
          <w:sz w:val="24"/>
          <w:szCs w:val="24"/>
        </w:rPr>
        <w:t xml:space="preserve"> </w:t>
      </w:r>
    </w:p>
    <w:p w:rsidR="001D7B54" w:rsidRPr="0045317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45317C" w:rsidTr="0071620A">
        <w:tc>
          <w:tcPr>
            <w:tcW w:w="1701" w:type="dxa"/>
            <w:vAlign w:val="center"/>
          </w:tcPr>
          <w:p w:rsidR="0085747A" w:rsidRPr="0045317C" w:rsidRDefault="0085747A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5317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5317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5317C" w:rsidRDefault="0085747A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5317C" w:rsidRDefault="0085747A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5317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279D" w:rsidRPr="0045317C" w:rsidTr="005E6E85">
        <w:tc>
          <w:tcPr>
            <w:tcW w:w="1701" w:type="dxa"/>
          </w:tcPr>
          <w:p w:rsidR="004F279D" w:rsidRPr="0045317C" w:rsidRDefault="004F279D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E083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096" w:type="dxa"/>
          </w:tcPr>
          <w:p w:rsidR="004F279D" w:rsidRPr="0045317C" w:rsidRDefault="00447645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645">
              <w:rPr>
                <w:rFonts w:ascii="Corbel" w:hAnsi="Corbel"/>
                <w:b w:val="0"/>
                <w:smallCaps w:val="0"/>
                <w:szCs w:val="24"/>
              </w:rPr>
              <w:t xml:space="preserve">Student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dysponuje uporządkowaną wiedzą</w:t>
            </w:r>
            <w:r w:rsidRPr="00447645">
              <w:rPr>
                <w:rFonts w:ascii="Corbel" w:hAnsi="Corbel"/>
                <w:b w:val="0"/>
                <w:smallCaps w:val="0"/>
                <w:szCs w:val="24"/>
              </w:rPr>
              <w:t xml:space="preserve"> na temat podstawowych kategorii 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technik organizatorskich i decyzyjnych, procesu decyzyjnego w administracji publicznej.</w:t>
            </w:r>
          </w:p>
        </w:tc>
        <w:tc>
          <w:tcPr>
            <w:tcW w:w="1873" w:type="dxa"/>
          </w:tcPr>
          <w:p w:rsidR="004F279D" w:rsidRPr="0045317C" w:rsidRDefault="00927782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F5EBB" w:rsidRPr="0045317C" w:rsidTr="005E6E85">
        <w:tc>
          <w:tcPr>
            <w:tcW w:w="1701" w:type="dxa"/>
          </w:tcPr>
          <w:p w:rsidR="003F5EB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B16FD" w:rsidRPr="00927782" w:rsidRDefault="00055C3B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55C3B">
              <w:rPr>
                <w:rFonts w:ascii="Corbel" w:hAnsi="Corbel"/>
                <w:b w:val="0"/>
                <w:smallCaps w:val="0"/>
                <w:szCs w:val="24"/>
              </w:rPr>
              <w:t>Student ma</w:t>
            </w:r>
            <w:r w:rsidR="00927782" w:rsidRPr="00055C3B">
              <w:rPr>
                <w:rFonts w:ascii="Corbel" w:hAnsi="Corbel"/>
                <w:b w:val="0"/>
                <w:smallCaps w:val="0"/>
                <w:szCs w:val="24"/>
              </w:rPr>
              <w:t xml:space="preserve">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73" w:type="dxa"/>
          </w:tcPr>
          <w:p w:rsidR="003F5EBB" w:rsidRPr="0045317C" w:rsidRDefault="00927782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F5EBB" w:rsidRPr="0045317C" w:rsidTr="005E6E85">
        <w:tc>
          <w:tcPr>
            <w:tcW w:w="1701" w:type="dxa"/>
          </w:tcPr>
          <w:p w:rsidR="003F5EB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B16FD" w:rsidRPr="0045317C" w:rsidRDefault="005B16FD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6FD">
              <w:rPr>
                <w:rFonts w:ascii="Corbel" w:hAnsi="Corbel"/>
                <w:b w:val="0"/>
                <w:smallCaps w:val="0"/>
                <w:szCs w:val="24"/>
              </w:rPr>
              <w:t xml:space="preserve">Student ma </w:t>
            </w:r>
            <w:r w:rsidR="00A12871" w:rsidRPr="005B16FD">
              <w:rPr>
                <w:rFonts w:ascii="Corbel" w:hAnsi="Corbel"/>
                <w:b w:val="0"/>
                <w:smallCaps w:val="0"/>
                <w:szCs w:val="24"/>
              </w:rPr>
              <w:t xml:space="preserve"> podstawową wiedzę o </w:t>
            </w:r>
            <w:r w:rsidRPr="005B16FD">
              <w:rPr>
                <w:rFonts w:ascii="Corbel" w:hAnsi="Corbel"/>
                <w:b w:val="0"/>
                <w:smallCaps w:val="0"/>
                <w:szCs w:val="24"/>
              </w:rPr>
              <w:t>roli decydenta w procesie podejmowania decyzji, udziale podwładnych  oraz konsultantów w procesie decydowania,</w:t>
            </w:r>
            <w:r w:rsidRPr="005B16FD">
              <w:t xml:space="preserve"> </w:t>
            </w:r>
            <w:r w:rsidRPr="005B16FD">
              <w:rPr>
                <w:rFonts w:ascii="Corbel" w:hAnsi="Corbel"/>
                <w:b w:val="0"/>
                <w:smallCaps w:val="0"/>
                <w:szCs w:val="24"/>
              </w:rPr>
              <w:t>z uwzględnieniem przysługujących im praw i zasad ochrony;</w:t>
            </w:r>
          </w:p>
        </w:tc>
        <w:tc>
          <w:tcPr>
            <w:tcW w:w="1873" w:type="dxa"/>
          </w:tcPr>
          <w:p w:rsidR="003F5EBB" w:rsidRPr="0045317C" w:rsidRDefault="00A12871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F5EBB" w:rsidRPr="0045317C" w:rsidTr="005E6E85">
        <w:tc>
          <w:tcPr>
            <w:tcW w:w="1701" w:type="dxa"/>
          </w:tcPr>
          <w:p w:rsidR="003F5EB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F5EBB" w:rsidRPr="0045317C" w:rsidRDefault="00DC689E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F5EBB" w:rsidRPr="003F5EBB">
              <w:rPr>
                <w:rFonts w:ascii="Corbel" w:hAnsi="Corbel"/>
                <w:b w:val="0"/>
                <w:smallCaps w:val="0"/>
                <w:szCs w:val="24"/>
              </w:rPr>
              <w:t>dysponuje wiedzą z zakresu procesów decyzyjnych w kontekście mechanizmów rządzenia i administrowania</w:t>
            </w:r>
          </w:p>
        </w:tc>
        <w:tc>
          <w:tcPr>
            <w:tcW w:w="1873" w:type="dxa"/>
          </w:tcPr>
          <w:p w:rsidR="003F5EBB" w:rsidRPr="0045317C" w:rsidRDefault="003F5EBB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5EB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F5EBB" w:rsidRPr="0045317C" w:rsidTr="005E6E85">
        <w:tc>
          <w:tcPr>
            <w:tcW w:w="1701" w:type="dxa"/>
          </w:tcPr>
          <w:p w:rsidR="003F5EB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F5EBB" w:rsidRPr="0045317C" w:rsidRDefault="00DC689E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89E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95BD3" w:rsidRPr="00DC689E">
              <w:rPr>
                <w:rFonts w:ascii="Corbel" w:hAnsi="Corbel"/>
                <w:b w:val="0"/>
                <w:smallCaps w:val="0"/>
                <w:szCs w:val="24"/>
              </w:rPr>
              <w:t>ykorzystuje orzecznictwo sądowe do prognozowania skutków działań podejmowanych w zakresie rozstrzygania indywidualnych spraw z zakresu administracji publicznej oraz wykorzystuje standardowe metody i narzędzia właściwe dla nauk prawnych przy rozwiązywaniu prostych problemów w obszarze administracji publicznej;</w:t>
            </w:r>
          </w:p>
        </w:tc>
        <w:tc>
          <w:tcPr>
            <w:tcW w:w="1873" w:type="dxa"/>
          </w:tcPr>
          <w:p w:rsidR="003F5EBB" w:rsidRPr="0045317C" w:rsidRDefault="00B95BD3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F279D" w:rsidRPr="0045317C" w:rsidTr="005E6E85">
        <w:tc>
          <w:tcPr>
            <w:tcW w:w="1701" w:type="dxa"/>
          </w:tcPr>
          <w:p w:rsidR="004F279D" w:rsidRPr="0045317C" w:rsidRDefault="004F279D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145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4F279D" w:rsidRPr="0045317C" w:rsidRDefault="003305E4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Student</w:t>
            </w:r>
            <w:r w:rsidR="006E0834">
              <w:rPr>
                <w:rFonts w:ascii="Corbel" w:hAnsi="Corbel"/>
                <w:sz w:val="24"/>
                <w:szCs w:val="24"/>
              </w:rPr>
              <w:t xml:space="preserve"> p</w:t>
            </w:r>
            <w:r w:rsidR="006E0834" w:rsidRPr="006E0834">
              <w:rPr>
                <w:rFonts w:ascii="Corbel" w:hAnsi="Corbel"/>
                <w:sz w:val="24"/>
                <w:szCs w:val="24"/>
              </w:rPr>
              <w:t>otrafi właściwie analizować uzyskane informacje, dokonywać ich interpretacji, a także wyciągać wnioski praktyczne oraz formułować i uzasadniać opinie;</w:t>
            </w:r>
            <w:r w:rsidRPr="0045317C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1873" w:type="dxa"/>
          </w:tcPr>
          <w:p w:rsidR="004F279D" w:rsidRPr="0045317C" w:rsidRDefault="003305E4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3F5EBB" w:rsidRPr="0045317C" w:rsidTr="005E6E85">
        <w:tc>
          <w:tcPr>
            <w:tcW w:w="1701" w:type="dxa"/>
          </w:tcPr>
          <w:p w:rsidR="003F5EB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3F5EBB" w:rsidRPr="0012758D" w:rsidRDefault="007C431E" w:rsidP="001469EE">
            <w:pPr>
              <w:spacing w:after="0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7C431E">
              <w:rPr>
                <w:rFonts w:ascii="Corbel" w:hAnsi="Corbel"/>
                <w:sz w:val="24"/>
                <w:szCs w:val="24"/>
              </w:rPr>
              <w:t>Student u</w:t>
            </w:r>
            <w:r w:rsidR="00B95BD3" w:rsidRPr="007C431E">
              <w:rPr>
                <w:rFonts w:ascii="Corbel" w:hAnsi="Corbel"/>
                <w:sz w:val="24"/>
                <w:szCs w:val="24"/>
              </w:rPr>
              <w:t>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73" w:type="dxa"/>
          </w:tcPr>
          <w:p w:rsidR="003F5EBB" w:rsidRPr="0045317C" w:rsidRDefault="00B95BD3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A729A" w:rsidRPr="0045317C" w:rsidTr="005E6E85">
        <w:tc>
          <w:tcPr>
            <w:tcW w:w="1701" w:type="dxa"/>
          </w:tcPr>
          <w:p w:rsidR="004A729A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A729A" w:rsidRPr="0012758D" w:rsidRDefault="007C431E" w:rsidP="001469EE">
            <w:pPr>
              <w:spacing w:after="0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7C431E">
              <w:rPr>
                <w:rFonts w:ascii="Corbel" w:hAnsi="Corbel"/>
                <w:sz w:val="24"/>
                <w:szCs w:val="24"/>
              </w:rPr>
              <w:t>Student p</w:t>
            </w:r>
            <w:r w:rsidR="0012758D" w:rsidRPr="007C431E">
              <w:rPr>
                <w:rFonts w:ascii="Corbel" w:hAnsi="Corbel"/>
                <w:sz w:val="24"/>
                <w:szCs w:val="24"/>
              </w:rPr>
              <w:t>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</w:t>
            </w:r>
          </w:p>
        </w:tc>
        <w:tc>
          <w:tcPr>
            <w:tcW w:w="1873" w:type="dxa"/>
          </w:tcPr>
          <w:p w:rsidR="004A729A" w:rsidRDefault="0012758D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4A729A" w:rsidRPr="0045317C" w:rsidTr="005E6E85">
        <w:tc>
          <w:tcPr>
            <w:tcW w:w="1701" w:type="dxa"/>
          </w:tcPr>
          <w:p w:rsidR="004A729A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4A729A" w:rsidRPr="00B95BD3" w:rsidRDefault="00A67BC6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12758D" w:rsidRPr="007C431E">
              <w:rPr>
                <w:rFonts w:ascii="Corbel" w:hAnsi="Corbel"/>
                <w:sz w:val="24"/>
                <w:szCs w:val="24"/>
              </w:rPr>
              <w:t xml:space="preserve">osiada umiejętność rozumienia i analizowania zmian w ustawodawstwie prawnym, w szczególności </w:t>
            </w:r>
            <w:r w:rsidR="0012758D" w:rsidRPr="0067154C">
              <w:rPr>
                <w:rFonts w:ascii="Corbel" w:hAnsi="Corbel"/>
                <w:sz w:val="24"/>
                <w:szCs w:val="24"/>
              </w:rPr>
              <w:t>prawnoadministracyjnym</w:t>
            </w:r>
            <w:r w:rsidR="0012758D" w:rsidRPr="007C431E">
              <w:rPr>
                <w:rFonts w:ascii="Corbel" w:hAnsi="Corbel"/>
                <w:sz w:val="24"/>
                <w:szCs w:val="24"/>
              </w:rPr>
              <w:t xml:space="preserve"> kształtującym podstawowe stosunki społeczne;</w:t>
            </w:r>
          </w:p>
        </w:tc>
        <w:tc>
          <w:tcPr>
            <w:tcW w:w="1873" w:type="dxa"/>
          </w:tcPr>
          <w:p w:rsidR="004A729A" w:rsidRDefault="0012758D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A729A" w:rsidRPr="0045317C" w:rsidTr="005E6E85">
        <w:tc>
          <w:tcPr>
            <w:tcW w:w="1701" w:type="dxa"/>
          </w:tcPr>
          <w:p w:rsidR="004A729A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4A729A" w:rsidRPr="00B95BD3" w:rsidRDefault="00000690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00690">
              <w:rPr>
                <w:rFonts w:ascii="Corbel" w:hAnsi="Corbel"/>
                <w:sz w:val="24"/>
                <w:szCs w:val="24"/>
              </w:rPr>
              <w:t xml:space="preserve">Student potrafi przygotować projekty pism związanych z </w:t>
            </w:r>
            <w:r>
              <w:rPr>
                <w:rFonts w:ascii="Corbel" w:hAnsi="Corbel"/>
                <w:sz w:val="24"/>
                <w:szCs w:val="24"/>
              </w:rPr>
              <w:t xml:space="preserve">delegowaniem uprawnień decyzyjnych, </w:t>
            </w:r>
            <w:r w:rsidR="0067154C">
              <w:rPr>
                <w:rFonts w:ascii="Corbel" w:hAnsi="Corbel"/>
                <w:sz w:val="24"/>
                <w:szCs w:val="24"/>
              </w:rPr>
              <w:t>ustaleniem kryteriów podejmowania decyzji</w:t>
            </w:r>
            <w:r w:rsidR="00E7107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4A729A" w:rsidRDefault="0012758D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4A729A" w:rsidRPr="0045317C" w:rsidTr="005E6E85">
        <w:tc>
          <w:tcPr>
            <w:tcW w:w="1701" w:type="dxa"/>
          </w:tcPr>
          <w:p w:rsidR="004A729A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61F83" w:rsidRPr="00B95BD3" w:rsidRDefault="00000690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00690">
              <w:rPr>
                <w:rFonts w:ascii="Corbel" w:hAnsi="Corbel"/>
                <w:sz w:val="24"/>
                <w:szCs w:val="24"/>
              </w:rPr>
              <w:t>Student potrafi przygotować prace pisemne i prezentacje multimedialne, wystąpienia ustne, takie jak referaty, odczyty, poświęcone konkretnemu zagadnieniu z zakresu</w:t>
            </w:r>
            <w:r>
              <w:rPr>
                <w:rFonts w:ascii="Corbel" w:hAnsi="Corbel"/>
                <w:sz w:val="24"/>
                <w:szCs w:val="24"/>
              </w:rPr>
              <w:t xml:space="preserve"> procesu decyzyjnego i jego etapów, delegowania uprawnień decyzyjnych, deliber</w:t>
            </w:r>
            <w:r w:rsidR="00E71070">
              <w:rPr>
                <w:rFonts w:ascii="Corbel" w:hAnsi="Corbel"/>
                <w:sz w:val="24"/>
                <w:szCs w:val="24"/>
              </w:rPr>
              <w:t>atywnych</w:t>
            </w:r>
            <w:r>
              <w:rPr>
                <w:rFonts w:ascii="Corbel" w:hAnsi="Corbel"/>
                <w:sz w:val="24"/>
                <w:szCs w:val="24"/>
              </w:rPr>
              <w:t xml:space="preserve"> metod podejmowania decyzji.</w:t>
            </w:r>
            <w:r>
              <w:t xml:space="preserve"> </w:t>
            </w:r>
            <w:r w:rsidRPr="00000690">
              <w:rPr>
                <w:rFonts w:ascii="Corbel" w:hAnsi="Corbel"/>
                <w:sz w:val="24"/>
                <w:szCs w:val="24"/>
              </w:rPr>
              <w:t>Potrafi, uczest</w:t>
            </w:r>
            <w:r>
              <w:rPr>
                <w:rFonts w:ascii="Corbel" w:hAnsi="Corbel"/>
                <w:sz w:val="24"/>
                <w:szCs w:val="24"/>
              </w:rPr>
              <w:t xml:space="preserve">nicząc w dyskusji merytorycznie </w:t>
            </w:r>
            <w:r w:rsidRPr="00000690">
              <w:rPr>
                <w:rFonts w:ascii="Corbel" w:hAnsi="Corbel"/>
                <w:sz w:val="24"/>
                <w:szCs w:val="24"/>
              </w:rPr>
              <w:t>argumentować oraz</w:t>
            </w:r>
            <w:r>
              <w:rPr>
                <w:rFonts w:ascii="Corbel" w:hAnsi="Corbel"/>
                <w:sz w:val="24"/>
                <w:szCs w:val="24"/>
              </w:rPr>
              <w:t xml:space="preserve"> prawidłowo formułować wnioski, </w:t>
            </w:r>
            <w:r w:rsidRPr="00000690">
              <w:rPr>
                <w:rFonts w:ascii="Corbel" w:hAnsi="Corbel"/>
                <w:sz w:val="24"/>
                <w:szCs w:val="24"/>
              </w:rPr>
              <w:t>a także rozstrzygać o zaistniałych problemach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A729A" w:rsidRDefault="0012758D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K_U13</w:t>
            </w:r>
          </w:p>
          <w:p w:rsidR="00561F83" w:rsidRDefault="00561F83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9559DB" w:rsidRPr="0045317C" w:rsidTr="005E6E85">
        <w:tc>
          <w:tcPr>
            <w:tcW w:w="1701" w:type="dxa"/>
          </w:tcPr>
          <w:p w:rsidR="009559D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559DB" w:rsidRDefault="00B05D0C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05D0C">
              <w:rPr>
                <w:rFonts w:ascii="Corbel" w:hAnsi="Corbel"/>
                <w:sz w:val="24"/>
                <w:szCs w:val="24"/>
              </w:rPr>
              <w:t>Student w</w:t>
            </w:r>
            <w:r w:rsidR="009559DB" w:rsidRPr="00B05D0C">
              <w:rPr>
                <w:rFonts w:ascii="Corbel" w:hAnsi="Corbel"/>
                <w:sz w:val="24"/>
                <w:szCs w:val="24"/>
              </w:rPr>
              <w:t>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społeczeństwa;;</w:t>
            </w:r>
            <w:r w:rsidR="009559DB" w:rsidRPr="009559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559DB" w:rsidRDefault="009559DB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9559DB" w:rsidRPr="0045317C" w:rsidTr="005E6E85">
        <w:tc>
          <w:tcPr>
            <w:tcW w:w="1701" w:type="dxa"/>
          </w:tcPr>
          <w:p w:rsidR="009559D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45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:rsidR="009559DB" w:rsidRDefault="00B05D0C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9559DB" w:rsidRPr="00B05D0C">
              <w:rPr>
                <w:rFonts w:ascii="Corbel" w:hAnsi="Corbel"/>
                <w:sz w:val="24"/>
                <w:szCs w:val="24"/>
              </w:rPr>
              <w:t>otrafi współdziałać i pracować w grupie, przyjmując w niej różne role, komunikować się z otoczeniem zwłaszcza z punktu widzenia pracy w organach administracji w sektorze publicznym i prywatnym;</w:t>
            </w:r>
            <w:r w:rsidR="009559DB" w:rsidRPr="009559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559DB" w:rsidRDefault="009559DB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9559DB" w:rsidRPr="0045317C" w:rsidTr="005E6E85">
        <w:tc>
          <w:tcPr>
            <w:tcW w:w="1701" w:type="dxa"/>
          </w:tcPr>
          <w:p w:rsidR="009559D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EK_14</w:t>
            </w:r>
          </w:p>
        </w:tc>
        <w:tc>
          <w:tcPr>
            <w:tcW w:w="6096" w:type="dxa"/>
          </w:tcPr>
          <w:p w:rsidR="009559DB" w:rsidRDefault="00B05D0C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9559DB" w:rsidRPr="00B05D0C">
              <w:rPr>
                <w:rFonts w:ascii="Corbel" w:hAnsi="Corbel"/>
                <w:sz w:val="24"/>
                <w:szCs w:val="24"/>
              </w:rPr>
              <w:t>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</w:t>
            </w:r>
          </w:p>
        </w:tc>
        <w:tc>
          <w:tcPr>
            <w:tcW w:w="1873" w:type="dxa"/>
          </w:tcPr>
          <w:p w:rsidR="009559DB" w:rsidRDefault="009559DB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59DB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_K03</w:t>
            </w:r>
          </w:p>
        </w:tc>
      </w:tr>
      <w:tr w:rsidR="009559DB" w:rsidRPr="0045317C" w:rsidTr="005E6E85">
        <w:tc>
          <w:tcPr>
            <w:tcW w:w="1701" w:type="dxa"/>
          </w:tcPr>
          <w:p w:rsidR="009559D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B05D0C" w:rsidRDefault="00B05D0C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9559DB" w:rsidRPr="00B05D0C">
              <w:rPr>
                <w:rFonts w:ascii="Corbel" w:hAnsi="Corbel"/>
                <w:sz w:val="24"/>
                <w:szCs w:val="24"/>
              </w:rPr>
              <w:t>osługuje się wiedzą z zakresu nauk o administracji oraz prawidłowo identyfikuje i rozstrzyga dylematy związane z wykonywaniem zawodu urzędnika administracji;</w:t>
            </w:r>
          </w:p>
        </w:tc>
        <w:tc>
          <w:tcPr>
            <w:tcW w:w="1873" w:type="dxa"/>
          </w:tcPr>
          <w:p w:rsidR="009559DB" w:rsidRDefault="009559DB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9559DB" w:rsidRPr="0045317C" w:rsidTr="005E6E85">
        <w:tc>
          <w:tcPr>
            <w:tcW w:w="1701" w:type="dxa"/>
          </w:tcPr>
          <w:p w:rsidR="009559DB" w:rsidRPr="0045317C" w:rsidRDefault="0043145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9559DB" w:rsidRDefault="00B05D0C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05D0C">
              <w:rPr>
                <w:rFonts w:ascii="Corbel" w:hAnsi="Corbel"/>
                <w:sz w:val="24"/>
                <w:szCs w:val="24"/>
              </w:rPr>
              <w:t>Student u</w:t>
            </w:r>
            <w:r w:rsidR="009559DB" w:rsidRPr="00B05D0C">
              <w:rPr>
                <w:rFonts w:ascii="Corbel" w:hAnsi="Corbel"/>
                <w:sz w:val="24"/>
                <w:szCs w:val="24"/>
              </w:rPr>
              <w:t>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przygotowywać samodzielnie lub w grupie projekty społeczne i właściwie je uzasadnić</w:t>
            </w:r>
            <w:r w:rsidR="00526011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559DB" w:rsidRDefault="009559DB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305E4" w:rsidRPr="0045317C" w:rsidTr="005E6E85">
        <w:tc>
          <w:tcPr>
            <w:tcW w:w="1701" w:type="dxa"/>
          </w:tcPr>
          <w:p w:rsidR="003305E4" w:rsidRPr="0045317C" w:rsidRDefault="003305E4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145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6096" w:type="dxa"/>
          </w:tcPr>
          <w:p w:rsidR="003305E4" w:rsidRPr="0045317C" w:rsidRDefault="00B05D0C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 p</w:t>
            </w:r>
            <w:r w:rsidR="007B1A43" w:rsidRPr="007B1A43">
              <w:rPr>
                <w:rFonts w:ascii="Corbel" w:hAnsi="Corbel"/>
                <w:sz w:val="24"/>
                <w:szCs w:val="24"/>
              </w:rPr>
              <w:t>otrafi uzupełniać i doskonalić nabytą wiedzę i umiejętności, korzystając z dostępnych źródeł w literaturze fachowej i technologii informacyjnych, posiada zdolność do pogłębiania wiedzy i nadążania za zmianami prawa;</w:t>
            </w:r>
          </w:p>
        </w:tc>
        <w:tc>
          <w:tcPr>
            <w:tcW w:w="1873" w:type="dxa"/>
          </w:tcPr>
          <w:p w:rsidR="003305E4" w:rsidRPr="0045317C" w:rsidRDefault="00043173" w:rsidP="001469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6E0834">
              <w:rPr>
                <w:rFonts w:ascii="Corbel" w:hAnsi="Corbel"/>
                <w:sz w:val="24"/>
                <w:szCs w:val="24"/>
              </w:rPr>
              <w:t>_K06</w:t>
            </w:r>
          </w:p>
        </w:tc>
      </w:tr>
    </w:tbl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531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>3.3</w:t>
      </w:r>
      <w:r w:rsidR="001D7B54" w:rsidRPr="0045317C">
        <w:rPr>
          <w:rFonts w:ascii="Corbel" w:hAnsi="Corbel"/>
          <w:b/>
          <w:sz w:val="24"/>
          <w:szCs w:val="24"/>
        </w:rPr>
        <w:t xml:space="preserve"> </w:t>
      </w:r>
      <w:r w:rsidR="0085747A" w:rsidRPr="0045317C">
        <w:rPr>
          <w:rFonts w:ascii="Corbel" w:hAnsi="Corbel"/>
          <w:b/>
          <w:sz w:val="24"/>
          <w:szCs w:val="24"/>
        </w:rPr>
        <w:t>T</w:t>
      </w:r>
      <w:r w:rsidR="001D7B54" w:rsidRPr="0045317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5317C">
        <w:rPr>
          <w:rFonts w:ascii="Corbel" w:hAnsi="Corbel"/>
          <w:sz w:val="24"/>
          <w:szCs w:val="24"/>
        </w:rPr>
        <w:t xml:space="preserve">  </w:t>
      </w:r>
    </w:p>
    <w:p w:rsidR="0085747A" w:rsidRPr="0045317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5317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317C" w:rsidTr="00923D7D">
        <w:tc>
          <w:tcPr>
            <w:tcW w:w="9639" w:type="dxa"/>
          </w:tcPr>
          <w:p w:rsidR="0085747A" w:rsidRPr="0045317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5317C" w:rsidTr="00923D7D">
        <w:tc>
          <w:tcPr>
            <w:tcW w:w="9639" w:type="dxa"/>
          </w:tcPr>
          <w:p w:rsidR="0085747A" w:rsidRPr="0045317C" w:rsidRDefault="00043173" w:rsidP="003305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F3B99">
              <w:rPr>
                <w:rFonts w:ascii="Corbel" w:hAnsi="Corbel"/>
                <w:sz w:val="24"/>
                <w:szCs w:val="24"/>
              </w:rPr>
              <w:t xml:space="preserve">łożoność </w:t>
            </w:r>
            <w:r w:rsidRPr="00043173">
              <w:rPr>
                <w:rFonts w:ascii="Corbel" w:hAnsi="Corbel"/>
                <w:sz w:val="24"/>
                <w:szCs w:val="24"/>
              </w:rPr>
              <w:t>działań decyzyjnych administracji publicznej</w:t>
            </w:r>
            <w:r w:rsidR="008F3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5317C" w:rsidTr="00923D7D">
        <w:tc>
          <w:tcPr>
            <w:tcW w:w="9639" w:type="dxa"/>
          </w:tcPr>
          <w:p w:rsidR="0085747A" w:rsidRPr="0045317C" w:rsidRDefault="00BF0347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</w:t>
            </w:r>
            <w:r w:rsidR="00A73432" w:rsidRPr="004531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5317C" w:rsidTr="008F3B99">
        <w:trPr>
          <w:trHeight w:val="431"/>
        </w:trPr>
        <w:tc>
          <w:tcPr>
            <w:tcW w:w="9639" w:type="dxa"/>
          </w:tcPr>
          <w:p w:rsidR="0085747A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Typy i modele decyzji.</w:t>
            </w:r>
            <w:r w:rsidR="00A73432" w:rsidRPr="0045317C">
              <w:rPr>
                <w:rFonts w:ascii="Corbel" w:hAnsi="Corbel"/>
                <w:sz w:val="24"/>
                <w:szCs w:val="24"/>
              </w:rPr>
              <w:t xml:space="preserve"> Decyzje kolektywne.</w:t>
            </w:r>
          </w:p>
        </w:tc>
      </w:tr>
      <w:tr w:rsidR="000410E5" w:rsidRPr="0045317C" w:rsidTr="00923D7D">
        <w:tc>
          <w:tcPr>
            <w:tcW w:w="9639" w:type="dxa"/>
          </w:tcPr>
          <w:p w:rsidR="000410E5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Proces decyzyjny. Etapy procesu decyzyjnego.</w:t>
            </w:r>
          </w:p>
        </w:tc>
      </w:tr>
      <w:tr w:rsidR="000410E5" w:rsidRPr="0045317C" w:rsidTr="00923D7D">
        <w:tc>
          <w:tcPr>
            <w:tcW w:w="9639" w:type="dxa"/>
          </w:tcPr>
          <w:p w:rsidR="000410E5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Delegowanie uprawnień decyzyjnych.</w:t>
            </w:r>
          </w:p>
        </w:tc>
      </w:tr>
      <w:tr w:rsidR="00BF0347" w:rsidRPr="0045317C" w:rsidTr="00923D7D">
        <w:tc>
          <w:tcPr>
            <w:tcW w:w="9639" w:type="dxa"/>
          </w:tcPr>
          <w:p w:rsidR="00BF0347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Rola konsultacji w procesie decyzyjnym.</w:t>
            </w:r>
          </w:p>
        </w:tc>
      </w:tr>
      <w:tr w:rsidR="009D1BDB" w:rsidRPr="0045317C" w:rsidTr="00923D7D">
        <w:tc>
          <w:tcPr>
            <w:tcW w:w="9639" w:type="dxa"/>
          </w:tcPr>
          <w:p w:rsidR="009D1BDB" w:rsidRPr="0045317C" w:rsidRDefault="009D1BDB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Deliberatywne  metody podejmowanie decyzji publicznych.</w:t>
            </w:r>
          </w:p>
        </w:tc>
      </w:tr>
      <w:tr w:rsidR="00F233CD" w:rsidRPr="0045317C" w:rsidTr="00923D7D">
        <w:tc>
          <w:tcPr>
            <w:tcW w:w="9639" w:type="dxa"/>
          </w:tcPr>
          <w:p w:rsidR="00F233CD" w:rsidRPr="0045317C" w:rsidRDefault="00F233CD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Decydowanie w warunkach niepewności.</w:t>
            </w:r>
          </w:p>
        </w:tc>
      </w:tr>
    </w:tbl>
    <w:p w:rsidR="0085747A" w:rsidRPr="004531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5317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5317C">
        <w:rPr>
          <w:rFonts w:ascii="Corbel" w:hAnsi="Corbel"/>
          <w:sz w:val="24"/>
          <w:szCs w:val="24"/>
        </w:rPr>
        <w:t xml:space="preserve">, </w:t>
      </w:r>
      <w:r w:rsidRPr="0045317C">
        <w:rPr>
          <w:rFonts w:ascii="Corbel" w:hAnsi="Corbel"/>
          <w:sz w:val="24"/>
          <w:szCs w:val="24"/>
        </w:rPr>
        <w:t xml:space="preserve">zajęć praktycznych </w:t>
      </w:r>
    </w:p>
    <w:p w:rsidR="00A73432" w:rsidRPr="0045317C" w:rsidRDefault="00A73432" w:rsidP="00A7343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3432" w:rsidRPr="0045317C" w:rsidTr="006B44AC">
        <w:tc>
          <w:tcPr>
            <w:tcW w:w="9639" w:type="dxa"/>
          </w:tcPr>
          <w:p w:rsidR="00A73432" w:rsidRPr="0045317C" w:rsidRDefault="00A73432" w:rsidP="006B44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3432" w:rsidRPr="0045317C" w:rsidTr="006B44AC">
        <w:tc>
          <w:tcPr>
            <w:tcW w:w="9639" w:type="dxa"/>
          </w:tcPr>
          <w:p w:rsidR="00A73432" w:rsidRPr="0045317C" w:rsidRDefault="00A73432" w:rsidP="006B44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Decydowanie i organizowanie a kierowanie i  kierownictwo w administracji publicznej.</w:t>
            </w:r>
          </w:p>
        </w:tc>
      </w:tr>
      <w:tr w:rsidR="00A73432" w:rsidRPr="0045317C" w:rsidTr="006B44AC">
        <w:tc>
          <w:tcPr>
            <w:tcW w:w="9639" w:type="dxa"/>
          </w:tcPr>
          <w:p w:rsidR="00A73432" w:rsidRPr="0045317C" w:rsidRDefault="00A73432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lastRenderedPageBreak/>
              <w:t>Podstawowe pojęcia –decydowanie, decyzja, decydent, system decyzyjny, technika decyzyjna.</w:t>
            </w:r>
          </w:p>
        </w:tc>
      </w:tr>
      <w:tr w:rsidR="00A73432" w:rsidRPr="0045317C" w:rsidTr="006B44AC">
        <w:tc>
          <w:tcPr>
            <w:tcW w:w="9639" w:type="dxa"/>
          </w:tcPr>
          <w:p w:rsidR="00A73432" w:rsidRPr="0045317C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decyzji.</w:t>
            </w:r>
          </w:p>
        </w:tc>
      </w:tr>
      <w:tr w:rsidR="008F3B99" w:rsidRPr="0045317C" w:rsidTr="006B44AC">
        <w:tc>
          <w:tcPr>
            <w:tcW w:w="9639" w:type="dxa"/>
          </w:tcPr>
          <w:p w:rsidR="008F3B99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Delegowanie uprawnień decyzyjnych.  </w:t>
            </w:r>
          </w:p>
        </w:tc>
      </w:tr>
      <w:tr w:rsidR="009D1BDB" w:rsidRPr="0045317C" w:rsidTr="006B44AC">
        <w:tc>
          <w:tcPr>
            <w:tcW w:w="9639" w:type="dxa"/>
          </w:tcPr>
          <w:p w:rsidR="009D1BDB" w:rsidRDefault="009D1BDB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Udział podwładnych w procesie decydowania. Grupowe podejmowanie decyzji.</w:t>
            </w:r>
          </w:p>
        </w:tc>
      </w:tr>
      <w:tr w:rsidR="00FC76B2" w:rsidRPr="0045317C" w:rsidTr="006B44AC">
        <w:tc>
          <w:tcPr>
            <w:tcW w:w="9639" w:type="dxa"/>
          </w:tcPr>
          <w:p w:rsidR="00FC76B2" w:rsidRDefault="00FC76B2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konsultantów w procesie decydowania.</w:t>
            </w:r>
          </w:p>
        </w:tc>
      </w:tr>
      <w:tr w:rsidR="00A73432" w:rsidRPr="0045317C" w:rsidTr="006B44AC">
        <w:tc>
          <w:tcPr>
            <w:tcW w:w="9639" w:type="dxa"/>
          </w:tcPr>
          <w:p w:rsidR="00A73432" w:rsidRPr="0045317C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3B99">
              <w:rPr>
                <w:rFonts w:ascii="Corbel" w:hAnsi="Corbel"/>
                <w:sz w:val="24"/>
                <w:szCs w:val="24"/>
              </w:rPr>
              <w:t>Struktura procesu decyzyjnego.</w:t>
            </w:r>
          </w:p>
        </w:tc>
      </w:tr>
      <w:tr w:rsidR="00A73432" w:rsidRPr="0045317C" w:rsidTr="006B44AC">
        <w:tc>
          <w:tcPr>
            <w:tcW w:w="9639" w:type="dxa"/>
          </w:tcPr>
          <w:p w:rsidR="00A73432" w:rsidRPr="0045317C" w:rsidRDefault="00FC76B2" w:rsidP="00FC76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</w:t>
            </w:r>
            <w:r w:rsidR="00115D8E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F3B99">
              <w:rPr>
                <w:rFonts w:ascii="Corbel" w:hAnsi="Corbel"/>
                <w:sz w:val="24"/>
                <w:szCs w:val="24"/>
              </w:rPr>
              <w:t xml:space="preserve"> wypracowanie kierunków działania.</w:t>
            </w:r>
          </w:p>
        </w:tc>
      </w:tr>
      <w:tr w:rsidR="008F3B99" w:rsidRPr="0045317C" w:rsidTr="006B44AC">
        <w:tc>
          <w:tcPr>
            <w:tcW w:w="9639" w:type="dxa"/>
          </w:tcPr>
          <w:p w:rsidR="008F3B99" w:rsidRDefault="00FC76B2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 w</w:t>
            </w:r>
            <w:r w:rsidR="008F3B99">
              <w:rPr>
                <w:rFonts w:ascii="Corbel" w:hAnsi="Corbel"/>
                <w:sz w:val="24"/>
                <w:szCs w:val="24"/>
              </w:rPr>
              <w:t>yb</w:t>
            </w:r>
            <w:r w:rsidR="00115D8E">
              <w:rPr>
                <w:rFonts w:ascii="Corbel" w:hAnsi="Corbel"/>
                <w:sz w:val="24"/>
                <w:szCs w:val="24"/>
              </w:rPr>
              <w:t>ór kierunków</w:t>
            </w:r>
            <w:r w:rsidR="008F3B99">
              <w:rPr>
                <w:rFonts w:ascii="Corbel" w:hAnsi="Corbel"/>
                <w:sz w:val="24"/>
                <w:szCs w:val="24"/>
              </w:rPr>
              <w:t xml:space="preserve"> działania.</w:t>
            </w:r>
          </w:p>
        </w:tc>
      </w:tr>
    </w:tbl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5317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3.4 Metody dydaktyczne</w:t>
      </w:r>
      <w:r w:rsidRPr="0045317C">
        <w:rPr>
          <w:rFonts w:ascii="Corbel" w:hAnsi="Corbel"/>
          <w:b w:val="0"/>
          <w:smallCaps w:val="0"/>
          <w:szCs w:val="24"/>
        </w:rPr>
        <w:t xml:space="preserve"> </w:t>
      </w:r>
    </w:p>
    <w:p w:rsidR="00882918" w:rsidRPr="0045317C" w:rsidRDefault="00882918" w:rsidP="0088291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wykłady</w:t>
      </w:r>
      <w:r w:rsidRPr="0045317C">
        <w:rPr>
          <w:rFonts w:ascii="Corbel" w:hAnsi="Corbel"/>
          <w:b w:val="0"/>
          <w:smallCaps w:val="0"/>
          <w:szCs w:val="24"/>
        </w:rPr>
        <w:t>: wykład z prezentacją multimedialną</w:t>
      </w:r>
      <w:r w:rsidR="00651FFE">
        <w:rPr>
          <w:rFonts w:ascii="Corbel" w:hAnsi="Corbel"/>
          <w:b w:val="0"/>
          <w:smallCaps w:val="0"/>
          <w:szCs w:val="24"/>
        </w:rPr>
        <w:t>, dyskusja, analiza przypadków.</w:t>
      </w:r>
    </w:p>
    <w:p w:rsidR="00651FFE" w:rsidRPr="0045317C" w:rsidRDefault="00882918" w:rsidP="00651FF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ćwiczenia</w:t>
      </w:r>
      <w:r w:rsidRPr="0045317C">
        <w:rPr>
          <w:rFonts w:ascii="Corbel" w:hAnsi="Corbel"/>
          <w:b w:val="0"/>
          <w:smallCaps w:val="0"/>
          <w:szCs w:val="24"/>
        </w:rPr>
        <w:t>: dyskusja, ana</w:t>
      </w:r>
      <w:r w:rsidR="00A73432" w:rsidRPr="0045317C">
        <w:rPr>
          <w:rFonts w:ascii="Corbel" w:hAnsi="Corbel"/>
          <w:b w:val="0"/>
          <w:smallCaps w:val="0"/>
          <w:szCs w:val="24"/>
        </w:rPr>
        <w:t>liza przypadków, prac</w:t>
      </w:r>
      <w:r w:rsidR="00651FFE">
        <w:rPr>
          <w:rFonts w:ascii="Corbel" w:hAnsi="Corbel"/>
          <w:b w:val="0"/>
          <w:smallCaps w:val="0"/>
          <w:szCs w:val="24"/>
        </w:rPr>
        <w:t>a w grupie.</w:t>
      </w:r>
    </w:p>
    <w:p w:rsidR="00E960BB" w:rsidRPr="0045317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5317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 </w:t>
      </w:r>
      <w:r w:rsidR="0085747A" w:rsidRPr="0045317C">
        <w:rPr>
          <w:rFonts w:ascii="Corbel" w:hAnsi="Corbel"/>
          <w:smallCaps w:val="0"/>
          <w:szCs w:val="24"/>
        </w:rPr>
        <w:t>METODY I KRYTERIA OCENY</w:t>
      </w:r>
      <w:r w:rsidR="009F4610" w:rsidRPr="0045317C">
        <w:rPr>
          <w:rFonts w:ascii="Corbel" w:hAnsi="Corbel"/>
          <w:smallCaps w:val="0"/>
          <w:szCs w:val="24"/>
        </w:rPr>
        <w:t xml:space="preserve"> </w:t>
      </w:r>
    </w:p>
    <w:p w:rsidR="00923D7D" w:rsidRPr="0045317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5317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5317C">
        <w:rPr>
          <w:rFonts w:ascii="Corbel" w:hAnsi="Corbel"/>
          <w:smallCaps w:val="0"/>
          <w:szCs w:val="24"/>
        </w:rPr>
        <w:t>uczenia się</w:t>
      </w:r>
    </w:p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469EE" w:rsidTr="00C05F44">
        <w:tc>
          <w:tcPr>
            <w:tcW w:w="1985" w:type="dxa"/>
            <w:vAlign w:val="center"/>
          </w:tcPr>
          <w:p w:rsidR="0085747A" w:rsidRPr="001469EE" w:rsidRDefault="0071620A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469EE" w:rsidRDefault="00A84C85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r w:rsidR="001469EE" w:rsidRPr="001469EE">
              <w:rPr>
                <w:rFonts w:ascii="Corbel" w:hAnsi="Corbel"/>
                <w:b w:val="0"/>
                <w:smallCaps w:val="0"/>
                <w:color w:val="000000"/>
              </w:rPr>
              <w:t xml:space="preserve">się </w:t>
            </w:r>
          </w:p>
          <w:p w:rsidR="0085747A" w:rsidRPr="001469EE" w:rsidRDefault="009F4610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(</w:t>
            </w:r>
            <w:r w:rsidR="0085747A" w:rsidRPr="001469EE">
              <w:rPr>
                <w:rFonts w:ascii="Corbel" w:hAnsi="Corbel"/>
                <w:b w:val="0"/>
                <w:smallCaps w:val="0"/>
                <w:color w:val="000000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469EE" w:rsidRDefault="0085747A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:rsidR="0085747A" w:rsidRPr="001469EE" w:rsidRDefault="0085747A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1469E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1469E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C7849" w:rsidRPr="001469EE" w:rsidTr="00C05F4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C05F4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C05F4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</w:t>
            </w:r>
            <w:r w:rsidR="002B2E19" w:rsidRPr="001469EE">
              <w:rPr>
                <w:rFonts w:ascii="Corbel" w:hAnsi="Corbel"/>
                <w:b w:val="0"/>
                <w:smallCaps w:val="0"/>
                <w:color w:val="000000"/>
              </w:rPr>
              <w:t xml:space="preserve">, </w:t>
            </w: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 xml:space="preserve">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528" w:type="dxa"/>
          </w:tcPr>
          <w:p w:rsidR="00CC7849" w:rsidRPr="001469EE" w:rsidRDefault="00BA65BF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:rsidR="00CC7849" w:rsidRPr="001469EE" w:rsidRDefault="00BA65BF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</w:t>
            </w:r>
            <w:r w:rsidR="001469EE" w:rsidRPr="001469EE">
              <w:rPr>
                <w:rFonts w:ascii="Corbel" w:hAnsi="Corbel"/>
                <w:b w:val="0"/>
              </w:rPr>
              <w:t xml:space="preserve"> </w:t>
            </w:r>
            <w:r w:rsidR="00CC7849" w:rsidRPr="001469EE">
              <w:rPr>
                <w:rFonts w:ascii="Corbel" w:hAnsi="Corbel"/>
                <w:b w:val="0"/>
              </w:rPr>
              <w:t>ćw.</w:t>
            </w:r>
          </w:p>
        </w:tc>
      </w:tr>
      <w:tr w:rsidR="00CC7849" w:rsidRPr="001469EE" w:rsidTr="00C05F4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</w:t>
            </w:r>
            <w:r w:rsidR="00A768BC" w:rsidRPr="001469EE">
              <w:rPr>
                <w:rFonts w:ascii="Corbel" w:hAnsi="Corbel"/>
                <w:b w:val="0"/>
              </w:rPr>
              <w:t xml:space="preserve"> </w:t>
            </w:r>
            <w:r w:rsidRPr="001469EE">
              <w:rPr>
                <w:rFonts w:ascii="Corbel" w:hAnsi="Corbel"/>
                <w:b w:val="0"/>
              </w:rPr>
              <w:t>ćw</w:t>
            </w:r>
            <w:r w:rsidR="00A768BC" w:rsidRPr="001469EE">
              <w:rPr>
                <w:rFonts w:ascii="Corbel" w:hAnsi="Corbel"/>
                <w:b w:val="0"/>
              </w:rPr>
              <w:t>.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5528" w:type="dxa"/>
          </w:tcPr>
          <w:p w:rsidR="00CC7849" w:rsidRPr="001469EE" w:rsidRDefault="001D2FEC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</w:t>
            </w:r>
          </w:p>
        </w:tc>
        <w:tc>
          <w:tcPr>
            <w:tcW w:w="2126" w:type="dxa"/>
          </w:tcPr>
          <w:p w:rsidR="00CC7849" w:rsidRPr="001469EE" w:rsidRDefault="006E3478" w:rsidP="001469EE">
            <w:pPr>
              <w:pStyle w:val="Punktygwne"/>
              <w:tabs>
                <w:tab w:val="left" w:pos="883"/>
              </w:tabs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CC7849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5528" w:type="dxa"/>
          </w:tcPr>
          <w:p w:rsidR="00CC7849" w:rsidRPr="001469EE" w:rsidRDefault="00CC7849" w:rsidP="001469EE">
            <w:pPr>
              <w:spacing w:after="0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egzamin pisemny,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spacing w:after="0"/>
              <w:ind w:left="33" w:right="607" w:firstLine="142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W,ĆW</w:t>
            </w:r>
            <w:r w:rsidR="00A768BC" w:rsidRPr="001469EE">
              <w:rPr>
                <w:sz w:val="24"/>
              </w:rPr>
              <w:t>.</w:t>
            </w:r>
          </w:p>
        </w:tc>
      </w:tr>
      <w:tr w:rsidR="00CC7849" w:rsidRPr="001469EE" w:rsidTr="00C05F44">
        <w:tc>
          <w:tcPr>
            <w:tcW w:w="1985" w:type="dxa"/>
          </w:tcPr>
          <w:p w:rsidR="00CC7849" w:rsidRPr="001469EE" w:rsidRDefault="00581AA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5528" w:type="dxa"/>
          </w:tcPr>
          <w:p w:rsidR="00CC7849" w:rsidRPr="001469EE" w:rsidRDefault="00581AA0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  <w:r w:rsidR="001D2FEC" w:rsidRPr="001469EE">
              <w:rPr>
                <w:rFonts w:ascii="Corbel" w:hAnsi="Corbel"/>
                <w:b w:val="0"/>
                <w:smallCaps w:val="0"/>
                <w:color w:val="000000"/>
              </w:rPr>
              <w:t>,</w:t>
            </w: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 xml:space="preserve"> kolokwium</w:t>
            </w:r>
          </w:p>
        </w:tc>
        <w:tc>
          <w:tcPr>
            <w:tcW w:w="2126" w:type="dxa"/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ćw.</w:t>
            </w:r>
          </w:p>
        </w:tc>
      </w:tr>
      <w:tr w:rsidR="00CC7849" w:rsidRPr="001469EE" w:rsidTr="008A29E4">
        <w:tc>
          <w:tcPr>
            <w:tcW w:w="1985" w:type="dxa"/>
          </w:tcPr>
          <w:p w:rsidR="00CC7849" w:rsidRPr="001469EE" w:rsidRDefault="00581AA0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EK_12</w:t>
            </w:r>
          </w:p>
        </w:tc>
        <w:tc>
          <w:tcPr>
            <w:tcW w:w="5528" w:type="dxa"/>
          </w:tcPr>
          <w:p w:rsidR="00CC7849" w:rsidRPr="001469EE" w:rsidRDefault="00635B7B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CC7849" w:rsidRPr="001469EE" w:rsidRDefault="00635B7B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</w:t>
            </w:r>
            <w:r w:rsidR="00CC7849" w:rsidRPr="001469EE">
              <w:rPr>
                <w:rFonts w:ascii="Corbel" w:hAnsi="Corbel"/>
                <w:b w:val="0"/>
              </w:rPr>
              <w:t>ćw.</w:t>
            </w:r>
          </w:p>
        </w:tc>
      </w:tr>
      <w:tr w:rsidR="008C4F6F" w:rsidRPr="001469EE" w:rsidTr="008A29E4">
        <w:tc>
          <w:tcPr>
            <w:tcW w:w="1985" w:type="dxa"/>
          </w:tcPr>
          <w:p w:rsidR="008C4F6F" w:rsidRPr="001469EE" w:rsidRDefault="008C4F6F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EK_13</w:t>
            </w:r>
          </w:p>
        </w:tc>
        <w:tc>
          <w:tcPr>
            <w:tcW w:w="5528" w:type="dxa"/>
          </w:tcPr>
          <w:p w:rsidR="008C4F6F" w:rsidRPr="001469EE" w:rsidRDefault="008C4F6F" w:rsidP="001469EE">
            <w:pPr>
              <w:spacing w:after="0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obserwacja w trakcie zajęć</w:t>
            </w:r>
          </w:p>
        </w:tc>
        <w:tc>
          <w:tcPr>
            <w:tcW w:w="2126" w:type="dxa"/>
          </w:tcPr>
          <w:p w:rsidR="008C4F6F" w:rsidRPr="001469EE" w:rsidRDefault="008C4F6F" w:rsidP="001469EE">
            <w:pPr>
              <w:spacing w:after="0"/>
              <w:ind w:left="33" w:right="607" w:firstLine="142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ĆW.</w:t>
            </w:r>
          </w:p>
        </w:tc>
      </w:tr>
      <w:tr w:rsidR="00E513A6" w:rsidRPr="001469EE" w:rsidTr="008A29E4">
        <w:tc>
          <w:tcPr>
            <w:tcW w:w="1985" w:type="dxa"/>
          </w:tcPr>
          <w:p w:rsidR="00E513A6" w:rsidRPr="001469EE" w:rsidRDefault="00E513A6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EK_14</w:t>
            </w:r>
          </w:p>
        </w:tc>
        <w:tc>
          <w:tcPr>
            <w:tcW w:w="5528" w:type="dxa"/>
          </w:tcPr>
          <w:p w:rsidR="00E513A6" w:rsidRPr="001469EE" w:rsidRDefault="00E513A6" w:rsidP="001469EE">
            <w:pPr>
              <w:spacing w:after="0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:rsidR="00E513A6" w:rsidRPr="001469EE" w:rsidRDefault="00E513A6" w:rsidP="001469EE">
            <w:pPr>
              <w:spacing w:after="0"/>
              <w:ind w:left="33" w:right="607" w:firstLine="142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W, ĆW.</w:t>
            </w:r>
          </w:p>
        </w:tc>
      </w:tr>
      <w:tr w:rsidR="00CC7849" w:rsidRPr="001469EE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49" w:rsidRPr="001469EE" w:rsidRDefault="001D2FEC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obserwacja w trakcie zajęć,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CC7849" w:rsidRPr="001469EE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49" w:rsidRPr="001469EE" w:rsidRDefault="001D2FEC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lastRenderedPageBreak/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49" w:rsidRPr="001469EE" w:rsidRDefault="00CC7849" w:rsidP="001469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469EE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49" w:rsidRPr="001469EE" w:rsidRDefault="00CC7849" w:rsidP="001469EE">
            <w:pPr>
              <w:pStyle w:val="Punktygwne"/>
              <w:spacing w:before="0" w:after="0"/>
              <w:ind w:left="33" w:right="607" w:firstLine="142"/>
              <w:jc w:val="center"/>
              <w:rPr>
                <w:rFonts w:ascii="Corbel" w:hAnsi="Corbel"/>
                <w:b w:val="0"/>
              </w:rPr>
            </w:pPr>
            <w:r w:rsidRPr="001469EE">
              <w:rPr>
                <w:rFonts w:ascii="Corbel" w:hAnsi="Corbel"/>
                <w:b w:val="0"/>
              </w:rPr>
              <w:t>w, ćw.</w:t>
            </w:r>
          </w:p>
        </w:tc>
      </w:tr>
      <w:tr w:rsidR="001D2FEC" w:rsidRPr="001469EE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EC" w:rsidRPr="001469EE" w:rsidRDefault="001D2FEC" w:rsidP="00146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469EE">
              <w:rPr>
                <w:rFonts w:ascii="Corbel" w:hAnsi="Corbel"/>
                <w:b w:val="0"/>
                <w:smallCaps w:val="0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EC" w:rsidRPr="001469EE" w:rsidRDefault="001D2FEC" w:rsidP="001469EE">
            <w:pPr>
              <w:spacing w:after="0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EC" w:rsidRPr="001469EE" w:rsidRDefault="001D2FEC" w:rsidP="001469EE">
            <w:pPr>
              <w:spacing w:after="0"/>
              <w:ind w:left="33" w:right="607" w:firstLine="142"/>
              <w:jc w:val="center"/>
              <w:rPr>
                <w:sz w:val="24"/>
              </w:rPr>
            </w:pPr>
            <w:r w:rsidRPr="001469EE">
              <w:rPr>
                <w:sz w:val="24"/>
              </w:rPr>
              <w:t>W, ĆW.</w:t>
            </w:r>
          </w:p>
        </w:tc>
      </w:tr>
    </w:tbl>
    <w:p w:rsidR="00A73432" w:rsidRPr="0045317C" w:rsidRDefault="00A7343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5317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45317C">
        <w:rPr>
          <w:rFonts w:ascii="Corbel" w:hAnsi="Corbel"/>
          <w:smallCaps w:val="0"/>
          <w:szCs w:val="24"/>
        </w:rPr>
        <w:t xml:space="preserve">4.2 </w:t>
      </w:r>
      <w:r w:rsidR="0085747A" w:rsidRPr="0045317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5317C">
        <w:rPr>
          <w:rFonts w:ascii="Corbel" w:hAnsi="Corbel"/>
          <w:smallCaps w:val="0"/>
          <w:szCs w:val="24"/>
        </w:rPr>
        <w:t xml:space="preserve"> </w:t>
      </w:r>
    </w:p>
    <w:p w:rsidR="00923D7D" w:rsidRPr="0045317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317C" w:rsidTr="00923D7D">
        <w:tc>
          <w:tcPr>
            <w:tcW w:w="9670" w:type="dxa"/>
          </w:tcPr>
          <w:p w:rsidR="00236AB5" w:rsidRPr="009D1BDB" w:rsidRDefault="00236AB5" w:rsidP="00A4793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Wykład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: egzamin ustny lub pisemny – do uzyskania oceny pozytywnej wymagane jest </w:t>
            </w:r>
            <w:r w:rsidR="00A4793B" w:rsidRPr="0045317C">
              <w:rPr>
                <w:rFonts w:ascii="Corbel" w:hAnsi="Corbel"/>
                <w:b w:val="0"/>
                <w:smallCaps w:val="0"/>
                <w:szCs w:val="24"/>
              </w:rPr>
              <w:t>osiągnięcie minimum 50% poprawnych odpowiedzi.  Kryteria oceniania aktualny stan prawny, kompletność odpowiedzi, poprawna terminologia, właściwe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 zastosowanie uzyskanej wiedzy.</w:t>
            </w:r>
          </w:p>
          <w:p w:rsidR="0085747A" w:rsidRPr="0045317C" w:rsidRDefault="00A4793B" w:rsidP="00A479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Ćwiczenia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>: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wiedzy.</w:t>
            </w:r>
            <w:r w:rsidR="00E318A9"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  Aktywność na zajęciach, obecność na zajęciach.</w:t>
            </w:r>
          </w:p>
        </w:tc>
      </w:tr>
    </w:tbl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5317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5. </w:t>
      </w:r>
      <w:r w:rsidR="00C61DC5" w:rsidRPr="0045317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5317C" w:rsidTr="003E1941">
        <w:tc>
          <w:tcPr>
            <w:tcW w:w="4962" w:type="dxa"/>
            <w:vAlign w:val="center"/>
          </w:tcPr>
          <w:p w:rsidR="0085747A" w:rsidRPr="004531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5317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531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5317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5317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5317C" w:rsidTr="00923D7D">
        <w:tc>
          <w:tcPr>
            <w:tcW w:w="4962" w:type="dxa"/>
          </w:tcPr>
          <w:p w:rsidR="0085747A" w:rsidRPr="0045317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G</w:t>
            </w:r>
            <w:r w:rsidR="0085747A" w:rsidRPr="0045317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5317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5317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5317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5317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1469E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5317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E07C0" w:rsidRPr="0045317C" w:rsidRDefault="008C610E" w:rsidP="004E07C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9</w:t>
            </w:r>
            <w:r w:rsidR="004E07C0" w:rsidRPr="00453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85747A" w:rsidRPr="0045317C" w:rsidRDefault="008C610E" w:rsidP="004E0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– 9</w:t>
            </w:r>
            <w:r w:rsidR="004E07C0" w:rsidRPr="0045317C">
              <w:rPr>
                <w:rFonts w:ascii="Corbel" w:hAnsi="Corbel" w:cs="Calibri"/>
                <w:sz w:val="24"/>
                <w:szCs w:val="24"/>
              </w:rPr>
              <w:t xml:space="preserve"> godz.</w:t>
            </w:r>
          </w:p>
        </w:tc>
      </w:tr>
      <w:tr w:rsidR="00AE3EB4" w:rsidRPr="0045317C" w:rsidTr="00923D7D">
        <w:tc>
          <w:tcPr>
            <w:tcW w:w="4962" w:type="dxa"/>
          </w:tcPr>
          <w:p w:rsidR="00AE3EB4" w:rsidRPr="0045317C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AE3EB4" w:rsidRPr="0045317C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E3EB4" w:rsidRPr="0045317C" w:rsidRDefault="008C61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E3EB4" w:rsidRPr="0045317C" w:rsidTr="00923D7D">
        <w:tc>
          <w:tcPr>
            <w:tcW w:w="4962" w:type="dxa"/>
          </w:tcPr>
          <w:p w:rsidR="00AE3EB4" w:rsidRPr="0045317C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E3EB4" w:rsidRPr="0045317C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E3EB4" w:rsidRPr="0045317C" w:rsidRDefault="008C61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E3EB4" w:rsidRPr="0045317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E3EB4" w:rsidRPr="0045317C" w:rsidTr="00923D7D">
        <w:tc>
          <w:tcPr>
            <w:tcW w:w="4962" w:type="dxa"/>
          </w:tcPr>
          <w:p w:rsidR="00AE3EB4" w:rsidRPr="0045317C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E3EB4" w:rsidRPr="0045317C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E3EB4" w:rsidRPr="0045317C" w:rsidTr="00923D7D">
        <w:tc>
          <w:tcPr>
            <w:tcW w:w="4962" w:type="dxa"/>
          </w:tcPr>
          <w:p w:rsidR="00AE3EB4" w:rsidRPr="0045317C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E3EB4" w:rsidRPr="0045317C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45317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317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5317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5317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5317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6. </w:t>
      </w:r>
      <w:r w:rsidR="0085747A" w:rsidRPr="0045317C">
        <w:rPr>
          <w:rFonts w:ascii="Corbel" w:hAnsi="Corbel"/>
          <w:smallCaps w:val="0"/>
          <w:szCs w:val="24"/>
        </w:rPr>
        <w:t>PRAKTYKI ZAWODOWE W RAMACH PRZEDMIOTU</w:t>
      </w:r>
      <w:r w:rsidRPr="0045317C">
        <w:rPr>
          <w:rFonts w:ascii="Corbel" w:hAnsi="Corbel"/>
          <w:smallCaps w:val="0"/>
          <w:szCs w:val="24"/>
        </w:rPr>
        <w:t xml:space="preserve"> </w:t>
      </w:r>
    </w:p>
    <w:p w:rsidR="0085747A" w:rsidRPr="0045317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5317C" w:rsidTr="001469EE">
        <w:trPr>
          <w:trHeight w:val="397"/>
        </w:trPr>
        <w:tc>
          <w:tcPr>
            <w:tcW w:w="3544" w:type="dxa"/>
          </w:tcPr>
          <w:p w:rsidR="0085747A" w:rsidRPr="004531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5317C" w:rsidRDefault="00146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5317C" w:rsidTr="001469EE">
        <w:trPr>
          <w:trHeight w:val="397"/>
        </w:trPr>
        <w:tc>
          <w:tcPr>
            <w:tcW w:w="3544" w:type="dxa"/>
          </w:tcPr>
          <w:p w:rsidR="0085747A" w:rsidRPr="004531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5317C" w:rsidRDefault="00146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5317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531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7. </w:t>
      </w:r>
      <w:r w:rsidR="0085747A" w:rsidRPr="0045317C">
        <w:rPr>
          <w:rFonts w:ascii="Corbel" w:hAnsi="Corbel"/>
          <w:smallCaps w:val="0"/>
          <w:szCs w:val="24"/>
        </w:rPr>
        <w:t>LITERATURA</w:t>
      </w:r>
      <w:r w:rsidRPr="0045317C">
        <w:rPr>
          <w:rFonts w:ascii="Corbel" w:hAnsi="Corbel"/>
          <w:smallCaps w:val="0"/>
          <w:szCs w:val="24"/>
        </w:rPr>
        <w:t xml:space="preserve"> </w:t>
      </w:r>
    </w:p>
    <w:p w:rsidR="00675843" w:rsidRPr="004531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5317C" w:rsidTr="001469EE">
        <w:trPr>
          <w:trHeight w:val="397"/>
        </w:trPr>
        <w:tc>
          <w:tcPr>
            <w:tcW w:w="7513" w:type="dxa"/>
          </w:tcPr>
          <w:p w:rsidR="0085747A" w:rsidRPr="001469EE" w:rsidRDefault="0085747A" w:rsidP="004E07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69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233CD" w:rsidRDefault="00F233CD" w:rsidP="00FC76B2">
            <w:pPr>
              <w:pStyle w:val="Punktygwne"/>
              <w:numPr>
                <w:ilvl w:val="0"/>
                <w:numId w:val="9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</w:t>
            </w:r>
            <w:proofErr w:type="spellStart"/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Supernat</w:t>
            </w:r>
            <w:proofErr w:type="spellEnd"/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D1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decyzyjne i organizatorskie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Kolonia Limited, Wrocław 2003</w:t>
            </w:r>
          </w:p>
          <w:p w:rsidR="004E07C0" w:rsidRPr="003E15FE" w:rsidRDefault="003E15FE" w:rsidP="003E15FE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Ernest Knosala, Zarys teorii decyzji w administracji, Wolters Kluwer business, Warszawa 2011</w:t>
            </w:r>
          </w:p>
        </w:tc>
      </w:tr>
      <w:tr w:rsidR="0085747A" w:rsidRPr="0045317C" w:rsidTr="001469EE">
        <w:trPr>
          <w:trHeight w:val="397"/>
        </w:trPr>
        <w:tc>
          <w:tcPr>
            <w:tcW w:w="7513" w:type="dxa"/>
          </w:tcPr>
          <w:p w:rsidR="0085747A" w:rsidRPr="001469E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69E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51FFE" w:rsidRPr="0045317C" w:rsidRDefault="00651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E15FE" w:rsidRPr="003E15FE" w:rsidRDefault="003E15FE" w:rsidP="003E15F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>Ernest Knosala, Zarys nauki administracji, , Wolters Kluwer business, Warszawa 2010</w:t>
            </w:r>
          </w:p>
          <w:p w:rsidR="004E07C0" w:rsidRPr="0045317C" w:rsidRDefault="003E15FE" w:rsidP="003E15FE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Agata </w:t>
            </w:r>
            <w:r w:rsid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Barczewska- Dziobek, </w:t>
            </w:r>
            <w:r w:rsidR="00FC76B2" w:rsidRPr="009D1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Deliberatywne metody podejmowania decyzji publicznych</w:t>
            </w:r>
            <w:r w:rsidR="00FC76B2" w:rsidRP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="00FC76B2" w:rsidRPr="009D1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Struktury administracji publicznej. Metody, ogniwa, więzi. Tom </w:t>
            </w:r>
            <w:r w:rsidR="00FC76B2" w:rsidRP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I, (red.) A. </w:t>
            </w:r>
            <w:proofErr w:type="spellStart"/>
            <w:r w:rsidR="00FC76B2" w:rsidRP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Mezglewski</w:t>
            </w:r>
            <w:proofErr w:type="spellEnd"/>
            <w:r w:rsidR="00FC76B2" w:rsidRPr="00FC7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2016.</w:t>
            </w:r>
          </w:p>
        </w:tc>
      </w:tr>
    </w:tbl>
    <w:p w:rsidR="0085747A" w:rsidRPr="004531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5317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31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531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17B" w:rsidRDefault="00A1717B" w:rsidP="00C16ABF">
      <w:pPr>
        <w:spacing w:after="0" w:line="240" w:lineRule="auto"/>
      </w:pPr>
      <w:r>
        <w:separator/>
      </w:r>
    </w:p>
  </w:endnote>
  <w:endnote w:type="continuationSeparator" w:id="0">
    <w:p w:rsidR="00A1717B" w:rsidRDefault="00A171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17B" w:rsidRDefault="00A1717B" w:rsidP="00C16ABF">
      <w:pPr>
        <w:spacing w:after="0" w:line="240" w:lineRule="auto"/>
      </w:pPr>
      <w:r>
        <w:separator/>
      </w:r>
    </w:p>
  </w:footnote>
  <w:footnote w:type="continuationSeparator" w:id="0">
    <w:p w:rsidR="00A1717B" w:rsidRDefault="00A1717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690"/>
    <w:rsid w:val="000048FD"/>
    <w:rsid w:val="000077B4"/>
    <w:rsid w:val="00015B8F"/>
    <w:rsid w:val="00022ECE"/>
    <w:rsid w:val="00023842"/>
    <w:rsid w:val="00040B48"/>
    <w:rsid w:val="000410E5"/>
    <w:rsid w:val="00042A51"/>
    <w:rsid w:val="00042D2E"/>
    <w:rsid w:val="00043173"/>
    <w:rsid w:val="00044C82"/>
    <w:rsid w:val="0005319B"/>
    <w:rsid w:val="00055C3B"/>
    <w:rsid w:val="00066A29"/>
    <w:rsid w:val="00070ED6"/>
    <w:rsid w:val="00072923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63B"/>
    <w:rsid w:val="000D1E98"/>
    <w:rsid w:val="000F1C57"/>
    <w:rsid w:val="000F5615"/>
    <w:rsid w:val="00115D8E"/>
    <w:rsid w:val="00124BFF"/>
    <w:rsid w:val="0012560E"/>
    <w:rsid w:val="00127108"/>
    <w:rsid w:val="0012758D"/>
    <w:rsid w:val="00132F2C"/>
    <w:rsid w:val="00134B13"/>
    <w:rsid w:val="001469E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223"/>
    <w:rsid w:val="001A0FE8"/>
    <w:rsid w:val="001A70D2"/>
    <w:rsid w:val="001D2FEC"/>
    <w:rsid w:val="001D657B"/>
    <w:rsid w:val="001D796D"/>
    <w:rsid w:val="001D7B54"/>
    <w:rsid w:val="001E0209"/>
    <w:rsid w:val="001F2CA2"/>
    <w:rsid w:val="00211474"/>
    <w:rsid w:val="002144C0"/>
    <w:rsid w:val="002214FC"/>
    <w:rsid w:val="0022477D"/>
    <w:rsid w:val="002278A9"/>
    <w:rsid w:val="00233062"/>
    <w:rsid w:val="002336F9"/>
    <w:rsid w:val="00236AB5"/>
    <w:rsid w:val="0024028F"/>
    <w:rsid w:val="00244ABC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BE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5E4"/>
    <w:rsid w:val="003343CF"/>
    <w:rsid w:val="00334790"/>
    <w:rsid w:val="00346FE9"/>
    <w:rsid w:val="0034759A"/>
    <w:rsid w:val="003503F6"/>
    <w:rsid w:val="003530DD"/>
    <w:rsid w:val="0035350A"/>
    <w:rsid w:val="00363F78"/>
    <w:rsid w:val="003A0A5B"/>
    <w:rsid w:val="003A1176"/>
    <w:rsid w:val="003B03AF"/>
    <w:rsid w:val="003C0BAE"/>
    <w:rsid w:val="003D18A9"/>
    <w:rsid w:val="003D6CE2"/>
    <w:rsid w:val="003E15FE"/>
    <w:rsid w:val="003E1941"/>
    <w:rsid w:val="003E2FE6"/>
    <w:rsid w:val="003E49D5"/>
    <w:rsid w:val="003F38C0"/>
    <w:rsid w:val="003F5EBB"/>
    <w:rsid w:val="00414E3C"/>
    <w:rsid w:val="0042244A"/>
    <w:rsid w:val="00427044"/>
    <w:rsid w:val="0042745A"/>
    <w:rsid w:val="00431450"/>
    <w:rsid w:val="00431D5C"/>
    <w:rsid w:val="004362C6"/>
    <w:rsid w:val="00437FA2"/>
    <w:rsid w:val="004448EA"/>
    <w:rsid w:val="00445970"/>
    <w:rsid w:val="00447645"/>
    <w:rsid w:val="0045317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A"/>
    <w:rsid w:val="004B1203"/>
    <w:rsid w:val="004D5282"/>
    <w:rsid w:val="004E07C0"/>
    <w:rsid w:val="004F1551"/>
    <w:rsid w:val="004F279D"/>
    <w:rsid w:val="004F55A3"/>
    <w:rsid w:val="0050496F"/>
    <w:rsid w:val="00513B6F"/>
    <w:rsid w:val="00517C63"/>
    <w:rsid w:val="00526011"/>
    <w:rsid w:val="005363C4"/>
    <w:rsid w:val="00536BDE"/>
    <w:rsid w:val="00536F13"/>
    <w:rsid w:val="00543ACC"/>
    <w:rsid w:val="00561F83"/>
    <w:rsid w:val="0056696D"/>
    <w:rsid w:val="00581AA0"/>
    <w:rsid w:val="0058723C"/>
    <w:rsid w:val="0059484D"/>
    <w:rsid w:val="005A0855"/>
    <w:rsid w:val="005A3196"/>
    <w:rsid w:val="005B16FD"/>
    <w:rsid w:val="005C080F"/>
    <w:rsid w:val="005C55E5"/>
    <w:rsid w:val="005C696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35B7B"/>
    <w:rsid w:val="00647FA8"/>
    <w:rsid w:val="00650C5F"/>
    <w:rsid w:val="00651FFE"/>
    <w:rsid w:val="00654934"/>
    <w:rsid w:val="006620D9"/>
    <w:rsid w:val="0067154C"/>
    <w:rsid w:val="00671958"/>
    <w:rsid w:val="00675843"/>
    <w:rsid w:val="00696477"/>
    <w:rsid w:val="006B7067"/>
    <w:rsid w:val="006D050F"/>
    <w:rsid w:val="006D6139"/>
    <w:rsid w:val="006E0834"/>
    <w:rsid w:val="006E3478"/>
    <w:rsid w:val="006E5D65"/>
    <w:rsid w:val="006F1282"/>
    <w:rsid w:val="006F1FBC"/>
    <w:rsid w:val="006F31E2"/>
    <w:rsid w:val="00706544"/>
    <w:rsid w:val="007072BA"/>
    <w:rsid w:val="0071620A"/>
    <w:rsid w:val="00721656"/>
    <w:rsid w:val="00724677"/>
    <w:rsid w:val="00725459"/>
    <w:rsid w:val="007327BD"/>
    <w:rsid w:val="00734608"/>
    <w:rsid w:val="00743F03"/>
    <w:rsid w:val="00745302"/>
    <w:rsid w:val="007461D6"/>
    <w:rsid w:val="00746EC8"/>
    <w:rsid w:val="007523BF"/>
    <w:rsid w:val="00763BF1"/>
    <w:rsid w:val="00766FD4"/>
    <w:rsid w:val="0078168C"/>
    <w:rsid w:val="00787C2A"/>
    <w:rsid w:val="00790E27"/>
    <w:rsid w:val="007A4022"/>
    <w:rsid w:val="007A6E6E"/>
    <w:rsid w:val="007B1A43"/>
    <w:rsid w:val="007C3299"/>
    <w:rsid w:val="007C3BCC"/>
    <w:rsid w:val="007C431E"/>
    <w:rsid w:val="007C434A"/>
    <w:rsid w:val="007C4546"/>
    <w:rsid w:val="007D6E56"/>
    <w:rsid w:val="007E5F9F"/>
    <w:rsid w:val="007F4155"/>
    <w:rsid w:val="00805395"/>
    <w:rsid w:val="0081554D"/>
    <w:rsid w:val="0081707E"/>
    <w:rsid w:val="00831FD7"/>
    <w:rsid w:val="008449B3"/>
    <w:rsid w:val="0085747A"/>
    <w:rsid w:val="00882918"/>
    <w:rsid w:val="00884922"/>
    <w:rsid w:val="00885F64"/>
    <w:rsid w:val="008917F9"/>
    <w:rsid w:val="00894223"/>
    <w:rsid w:val="008A09DB"/>
    <w:rsid w:val="008A45F7"/>
    <w:rsid w:val="008C0CC0"/>
    <w:rsid w:val="008C19A9"/>
    <w:rsid w:val="008C379D"/>
    <w:rsid w:val="008C4F6F"/>
    <w:rsid w:val="008C5147"/>
    <w:rsid w:val="008C5359"/>
    <w:rsid w:val="008C5363"/>
    <w:rsid w:val="008C610E"/>
    <w:rsid w:val="008D3DFB"/>
    <w:rsid w:val="008E64F4"/>
    <w:rsid w:val="008F12C9"/>
    <w:rsid w:val="008F3B99"/>
    <w:rsid w:val="008F6E29"/>
    <w:rsid w:val="00916188"/>
    <w:rsid w:val="00923D7D"/>
    <w:rsid w:val="00927782"/>
    <w:rsid w:val="009317AF"/>
    <w:rsid w:val="00943529"/>
    <w:rsid w:val="009508DF"/>
    <w:rsid w:val="00950DAC"/>
    <w:rsid w:val="00954A07"/>
    <w:rsid w:val="009559DB"/>
    <w:rsid w:val="00977BAE"/>
    <w:rsid w:val="00997F14"/>
    <w:rsid w:val="009A78D9"/>
    <w:rsid w:val="009C3E31"/>
    <w:rsid w:val="009C54AE"/>
    <w:rsid w:val="009C788E"/>
    <w:rsid w:val="009D1BDB"/>
    <w:rsid w:val="009E3B41"/>
    <w:rsid w:val="009F3C5C"/>
    <w:rsid w:val="009F4610"/>
    <w:rsid w:val="009F6664"/>
    <w:rsid w:val="00A000A6"/>
    <w:rsid w:val="00A00ECC"/>
    <w:rsid w:val="00A12871"/>
    <w:rsid w:val="00A155EE"/>
    <w:rsid w:val="00A1717B"/>
    <w:rsid w:val="00A2245B"/>
    <w:rsid w:val="00A30110"/>
    <w:rsid w:val="00A355D9"/>
    <w:rsid w:val="00A36899"/>
    <w:rsid w:val="00A371F6"/>
    <w:rsid w:val="00A43BF6"/>
    <w:rsid w:val="00A4793B"/>
    <w:rsid w:val="00A53FA5"/>
    <w:rsid w:val="00A54817"/>
    <w:rsid w:val="00A601C8"/>
    <w:rsid w:val="00A60799"/>
    <w:rsid w:val="00A67BC6"/>
    <w:rsid w:val="00A73432"/>
    <w:rsid w:val="00A768BC"/>
    <w:rsid w:val="00A8396B"/>
    <w:rsid w:val="00A84C85"/>
    <w:rsid w:val="00A97DE1"/>
    <w:rsid w:val="00AB053C"/>
    <w:rsid w:val="00AB70EF"/>
    <w:rsid w:val="00AD1146"/>
    <w:rsid w:val="00AD27D3"/>
    <w:rsid w:val="00AD66D6"/>
    <w:rsid w:val="00AE1160"/>
    <w:rsid w:val="00AE203C"/>
    <w:rsid w:val="00AE2E74"/>
    <w:rsid w:val="00AE3EB4"/>
    <w:rsid w:val="00AE5FCB"/>
    <w:rsid w:val="00AF2C1E"/>
    <w:rsid w:val="00B05D0C"/>
    <w:rsid w:val="00B06142"/>
    <w:rsid w:val="00B135B1"/>
    <w:rsid w:val="00B3130B"/>
    <w:rsid w:val="00B40ADB"/>
    <w:rsid w:val="00B43B77"/>
    <w:rsid w:val="00B43E80"/>
    <w:rsid w:val="00B47FB4"/>
    <w:rsid w:val="00B50F5A"/>
    <w:rsid w:val="00B607DB"/>
    <w:rsid w:val="00B66529"/>
    <w:rsid w:val="00B75946"/>
    <w:rsid w:val="00B8056E"/>
    <w:rsid w:val="00B819C8"/>
    <w:rsid w:val="00B82308"/>
    <w:rsid w:val="00B90885"/>
    <w:rsid w:val="00B95BD3"/>
    <w:rsid w:val="00BA65BF"/>
    <w:rsid w:val="00BB520A"/>
    <w:rsid w:val="00BB5EF4"/>
    <w:rsid w:val="00BB7077"/>
    <w:rsid w:val="00BB78E1"/>
    <w:rsid w:val="00BD3869"/>
    <w:rsid w:val="00BD66E9"/>
    <w:rsid w:val="00BD6FF4"/>
    <w:rsid w:val="00BF0347"/>
    <w:rsid w:val="00BF2C41"/>
    <w:rsid w:val="00C058B4"/>
    <w:rsid w:val="00C05F44"/>
    <w:rsid w:val="00C131B5"/>
    <w:rsid w:val="00C1431C"/>
    <w:rsid w:val="00C16ABF"/>
    <w:rsid w:val="00C170AE"/>
    <w:rsid w:val="00C26CB7"/>
    <w:rsid w:val="00C2755F"/>
    <w:rsid w:val="00C324C1"/>
    <w:rsid w:val="00C33CEF"/>
    <w:rsid w:val="00C36992"/>
    <w:rsid w:val="00C462E7"/>
    <w:rsid w:val="00C532D8"/>
    <w:rsid w:val="00C56036"/>
    <w:rsid w:val="00C61DC5"/>
    <w:rsid w:val="00C67E92"/>
    <w:rsid w:val="00C70A26"/>
    <w:rsid w:val="00C766DF"/>
    <w:rsid w:val="00C94B98"/>
    <w:rsid w:val="00CA2B96"/>
    <w:rsid w:val="00CA5089"/>
    <w:rsid w:val="00CC7263"/>
    <w:rsid w:val="00CC7849"/>
    <w:rsid w:val="00CD6897"/>
    <w:rsid w:val="00CE5BAC"/>
    <w:rsid w:val="00CF25BE"/>
    <w:rsid w:val="00CF341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C689E"/>
    <w:rsid w:val="00DE09C0"/>
    <w:rsid w:val="00DE4A14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18A9"/>
    <w:rsid w:val="00E359C6"/>
    <w:rsid w:val="00E44712"/>
    <w:rsid w:val="00E513A6"/>
    <w:rsid w:val="00E51E44"/>
    <w:rsid w:val="00E63348"/>
    <w:rsid w:val="00E71070"/>
    <w:rsid w:val="00E77E88"/>
    <w:rsid w:val="00E8107D"/>
    <w:rsid w:val="00E960BB"/>
    <w:rsid w:val="00EA2074"/>
    <w:rsid w:val="00EA4832"/>
    <w:rsid w:val="00EA4E9D"/>
    <w:rsid w:val="00EC4899"/>
    <w:rsid w:val="00ED03AB"/>
    <w:rsid w:val="00ED18CA"/>
    <w:rsid w:val="00ED32D2"/>
    <w:rsid w:val="00EE32DE"/>
    <w:rsid w:val="00EE5457"/>
    <w:rsid w:val="00F070AB"/>
    <w:rsid w:val="00F17567"/>
    <w:rsid w:val="00F233CD"/>
    <w:rsid w:val="00F27A7B"/>
    <w:rsid w:val="00F41B94"/>
    <w:rsid w:val="00F526AF"/>
    <w:rsid w:val="00F617C3"/>
    <w:rsid w:val="00F7066B"/>
    <w:rsid w:val="00F83B28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0AE89-C9EC-4BA9-A4D7-39A23A8F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B52B-27CA-4EE1-BDCE-F5041B96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7</Pages>
  <Words>1607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2019-09-03T16:03:00Z</cp:lastPrinted>
  <dcterms:created xsi:type="dcterms:W3CDTF">2021-04-13T10:43:00Z</dcterms:created>
  <dcterms:modified xsi:type="dcterms:W3CDTF">2021-08-23T06:39:00Z</dcterms:modified>
</cp:coreProperties>
</file>